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45652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951224" w:rsidTr="00C26A74">
        <w:tc>
          <w:tcPr>
            <w:tcW w:w="10326" w:type="dxa"/>
          </w:tcPr>
          <w:p w:rsidR="00190FF9" w:rsidRPr="00951224" w:rsidRDefault="00190FF9" w:rsidP="000E2437">
            <w:pPr>
              <w:widowControl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Default="00190FF9" w:rsidP="000E2437">
            <w:pPr>
              <w:spacing w:after="12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22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E572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E6B3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57144" w:rsidRDefault="00757144" w:rsidP="000E2437">
            <w:pPr>
              <w:spacing w:after="40" w:line="235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  <w:r w:rsidR="008C77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5B8E" w:rsidRPr="00951224" w:rsidRDefault="00F86B21" w:rsidP="000E2437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F86B21">
              <w:rPr>
                <w:rFonts w:ascii="Times New Roman" w:hAnsi="Times New Roman"/>
                <w:color w:val="1D1B11"/>
                <w:sz w:val="28"/>
                <w:szCs w:val="28"/>
              </w:rPr>
              <w:t>о</w:t>
            </w:r>
            <w:r w:rsidRPr="00F86B21">
              <w:rPr>
                <w:rFonts w:ascii="Times New Roman" w:hAnsi="Times New Roman"/>
                <w:color w:val="0D0D0D"/>
                <w:sz w:val="28"/>
                <w:szCs w:val="28"/>
              </w:rPr>
              <w:t>т 02.03.2021 № 24</w:t>
            </w:r>
            <w:bookmarkStart w:id="0" w:name="_GoBack"/>
            <w:bookmarkEnd w:id="0"/>
          </w:p>
        </w:tc>
      </w:tr>
    </w:tbl>
    <w:p w:rsidR="00A92A50" w:rsidRDefault="00A92A50" w:rsidP="000E2437">
      <w:pPr>
        <w:autoSpaceDE w:val="0"/>
        <w:autoSpaceDN w:val="0"/>
        <w:adjustRightInd w:val="0"/>
        <w:spacing w:line="235" w:lineRule="auto"/>
        <w:ind w:left="-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57144" w:rsidRDefault="00757144" w:rsidP="000E2437">
      <w:pPr>
        <w:autoSpaceDE w:val="0"/>
        <w:autoSpaceDN w:val="0"/>
        <w:adjustRightInd w:val="0"/>
        <w:spacing w:line="235" w:lineRule="auto"/>
        <w:ind w:left="-284"/>
        <w:jc w:val="center"/>
        <w:outlineLvl w:val="0"/>
        <w:rPr>
          <w:rFonts w:ascii="Times New Roman" w:hAnsi="Times New Roman"/>
          <w:sz w:val="28"/>
          <w:szCs w:val="28"/>
        </w:rPr>
      </w:pPr>
      <w:r w:rsidRPr="00DC48A4">
        <w:rPr>
          <w:rFonts w:ascii="Times New Roman" w:hAnsi="Times New Roman"/>
          <w:sz w:val="28"/>
          <w:szCs w:val="28"/>
        </w:rPr>
        <w:t>5. Система программных мероприятий</w:t>
      </w:r>
      <w:r w:rsidR="00974717">
        <w:rPr>
          <w:rFonts w:ascii="Times New Roman" w:hAnsi="Times New Roman"/>
          <w:sz w:val="28"/>
          <w:szCs w:val="28"/>
        </w:rPr>
        <w:t xml:space="preserve"> </w:t>
      </w:r>
    </w:p>
    <w:p w:rsidR="00FE5417" w:rsidRPr="00113B1E" w:rsidRDefault="00FE5417" w:rsidP="000E2437">
      <w:pPr>
        <w:autoSpaceDE w:val="0"/>
        <w:autoSpaceDN w:val="0"/>
        <w:adjustRightInd w:val="0"/>
        <w:spacing w:line="235" w:lineRule="auto"/>
        <w:ind w:left="-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B0632" w:rsidRPr="00FB0632" w:rsidRDefault="00FB0632" w:rsidP="000E2437">
      <w:pPr>
        <w:autoSpaceDE w:val="0"/>
        <w:autoSpaceDN w:val="0"/>
        <w:adjustRightInd w:val="0"/>
        <w:spacing w:line="235" w:lineRule="auto"/>
        <w:ind w:left="-284"/>
        <w:jc w:val="center"/>
        <w:outlineLvl w:val="0"/>
        <w:rPr>
          <w:rFonts w:ascii="Times New Roman" w:hAnsi="Times New Roman"/>
          <w:sz w:val="8"/>
          <w:szCs w:val="8"/>
        </w:rPr>
      </w:pPr>
    </w:p>
    <w:tbl>
      <w:tblPr>
        <w:tblW w:w="1452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992"/>
        <w:gridCol w:w="1010"/>
        <w:gridCol w:w="975"/>
        <w:gridCol w:w="35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267"/>
      </w:tblGrid>
      <w:tr w:rsidR="00757144" w:rsidRPr="00CE32AD" w:rsidTr="00FE5417">
        <w:trPr>
          <w:cantSplit/>
          <w:trHeight w:val="2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</w:p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="00992D67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/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7144" w:rsidRPr="00CE32AD" w:rsidRDefault="00757144" w:rsidP="00D319E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Главные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распоря</w:t>
            </w:r>
            <w:r w:rsidR="007B3FA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дители</w:t>
            </w:r>
            <w:proofErr w:type="spellEnd"/>
            <w:proofErr w:type="gramEnd"/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Испол</w:t>
            </w:r>
            <w:r w:rsidR="007B3FA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нители</w:t>
            </w:r>
            <w:proofErr w:type="spellEnd"/>
            <w:proofErr w:type="gramEnd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Источ</w:t>
            </w:r>
            <w:proofErr w:type="spellEnd"/>
            <w:r w:rsidR="007B3FA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ник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финан</w:t>
            </w:r>
            <w:r w:rsidR="007B3FA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сирова</w:t>
            </w:r>
            <w:r w:rsidR="007B3FA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Объем финансирования (тыс. 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DC48A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Ожидаемый</w:t>
            </w:r>
          </w:p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результат</w:t>
            </w:r>
          </w:p>
        </w:tc>
      </w:tr>
      <w:tr w:rsidR="00757144" w:rsidRPr="00CE32AD" w:rsidTr="00FE5417">
        <w:trPr>
          <w:trHeight w:val="23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757144" w:rsidRPr="00CE32AD" w:rsidTr="00FE5417">
        <w:trPr>
          <w:cantSplit/>
          <w:trHeight w:val="75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7144" w:rsidRPr="00CE32AD" w:rsidRDefault="00757144" w:rsidP="000E243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F22589" w:rsidRPr="00F22589" w:rsidRDefault="00F22589" w:rsidP="00F22589">
      <w:pPr>
        <w:tabs>
          <w:tab w:val="left" w:pos="2715"/>
        </w:tabs>
        <w:rPr>
          <w:rFonts w:ascii="Times New Roman" w:hAnsi="Times New Roman"/>
          <w:sz w:val="2"/>
          <w:szCs w:val="2"/>
        </w:rPr>
      </w:pPr>
      <w:r>
        <w:tab/>
      </w:r>
    </w:p>
    <w:tbl>
      <w:tblPr>
        <w:tblW w:w="14527" w:type="dxa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992"/>
        <w:gridCol w:w="1010"/>
        <w:gridCol w:w="975"/>
        <w:gridCol w:w="35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267"/>
      </w:tblGrid>
      <w:tr w:rsidR="00757144" w:rsidRPr="00CE32AD" w:rsidTr="00A92A50">
        <w:trPr>
          <w:cantSplit/>
          <w:trHeight w:val="177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44" w:rsidRPr="00CE32AD" w:rsidRDefault="00757144" w:rsidP="00E95D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33452E" w:rsidRPr="00CE32AD" w:rsidTr="00A92A50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Задача 1. Организационное и информационно-методическое обеспечение дополнительного образования детей,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CE32AD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452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33452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995101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BA0DB4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B04D11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5B7C20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5B7C20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BA0DB4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CE32AD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CE32AD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142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A92A50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удельного веса организаций дополнительного образования, в которых созданы условия для реализации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совре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менных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программ исследовательской, научно-технической, проектно-конструкторской деятельности обучающихся, ежегодно на уровне </w:t>
            </w:r>
            <w:r w:rsidR="00FB0632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36%</w:t>
            </w:r>
          </w:p>
        </w:tc>
      </w:tr>
      <w:tr w:rsidR="0033452E" w:rsidRPr="00CE32AD" w:rsidTr="00A92A50">
        <w:trPr>
          <w:cantSplit/>
          <w:trHeight w:val="302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1.1.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 на проведение мониторинга организаций дополнительного образования, осуществляющих образовательную деятельность по дополнительным общеразвивающим программам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CE32AD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452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33452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дарст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-венные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образо-ватель-ные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BA0DB4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B04D11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5B7C20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5B7C20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BA0DB4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CE32AD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CE32AD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33452E" w:rsidRPr="00CE32AD" w:rsidTr="00A92A50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Проведение фестиваля организаций, осуществляющих образовательную деятельность и реализующих дополнительные общеразвивающие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CE32AD" w:rsidP="0033452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452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33452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BA0DB4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33452E" w:rsidP="00E157D5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5B7C20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5B7C20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CE32AD" w:rsidRDefault="005B7C20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CE32AD" w:rsidRDefault="00BA0DB4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CE32AD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CE32AD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130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CE32AD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4C79EB" w:rsidRPr="00CE32AD" w:rsidTr="004C79EB">
        <w:trPr>
          <w:cantSplit/>
          <w:trHeight w:val="187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Задача 2. Создание условий для развития и вовлечения детей в социальную практику, в том числе:</w:t>
            </w:r>
          </w:p>
          <w:p w:rsidR="004C79EB" w:rsidRPr="00CE32AD" w:rsidRDefault="004C79EB" w:rsidP="004C79E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4C79EB" w:rsidRPr="00CE32AD" w:rsidRDefault="004C79EB" w:rsidP="004C79E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9EB" w:rsidRPr="00CE32AD" w:rsidRDefault="00CE32AD" w:rsidP="004C79EB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C79EB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4C79EB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A3663D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1942368,55324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118197,64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97243,00027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116715,86164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251909,46052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140710,3823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154744,33482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A3663D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166247,31386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174937,31752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C79EB" w:rsidRPr="00CE32AD" w:rsidRDefault="004C79EB" w:rsidP="004C79E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133567,18280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79EB" w:rsidRPr="00CE32AD" w:rsidRDefault="004C79EB" w:rsidP="004C79E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144970,56365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221562,74793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221562,74793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увеличение охвата детей в возрасте </w:t>
            </w:r>
          </w:p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5-18 лет программами дополнительного образования до 75%;</w:t>
            </w:r>
          </w:p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доли обучающихся, успешно освоивших дополнительные образовательные программы в организациях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дополнительного</w:t>
            </w:r>
            <w:proofErr w:type="gramEnd"/>
          </w:p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образования, на уровне 98,7%;</w:t>
            </w:r>
          </w:p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в 2017 году одного детского технопарка;</w:t>
            </w:r>
          </w:p>
          <w:p w:rsidR="004C79EB" w:rsidRPr="00CE32AD" w:rsidRDefault="004C79EB" w:rsidP="004C79E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охвата</w:t>
            </w:r>
          </w:p>
        </w:tc>
      </w:tr>
      <w:tr w:rsidR="00FE5417" w:rsidRPr="00CE32AD" w:rsidTr="00A92A50">
        <w:trPr>
          <w:cantSplit/>
          <w:trHeight w:val="1873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17" w:rsidRPr="00CE32AD" w:rsidRDefault="00FE5417" w:rsidP="00B32D1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17" w:rsidRPr="00CE32AD" w:rsidRDefault="00FE5417" w:rsidP="00B32D1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17" w:rsidRPr="00CE32AD" w:rsidRDefault="00FE5417" w:rsidP="00B32D1F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17" w:rsidRPr="00CE32AD" w:rsidRDefault="00FE5417" w:rsidP="00B32D1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17" w:rsidRPr="00CE32AD" w:rsidRDefault="00FE5417" w:rsidP="00B32D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феде-раль-ный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9F14E3" w:rsidP="009F14E3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72033,9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57122,2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14911,7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5417" w:rsidRPr="00CE32AD" w:rsidRDefault="00FE5417" w:rsidP="00B504FB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17" w:rsidRPr="00CE32AD" w:rsidRDefault="00FE5417" w:rsidP="00B32D1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F22589" w:rsidRDefault="00F22589">
      <w:r>
        <w:br w:type="page"/>
      </w:r>
    </w:p>
    <w:tbl>
      <w:tblPr>
        <w:tblW w:w="1445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76"/>
        <w:gridCol w:w="992"/>
        <w:gridCol w:w="1010"/>
        <w:gridCol w:w="975"/>
        <w:gridCol w:w="35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341"/>
      </w:tblGrid>
      <w:tr w:rsidR="00F22589" w:rsidRPr="00D04EBC" w:rsidTr="00CE32AD">
        <w:trPr>
          <w:cantSplit/>
          <w:trHeight w:val="28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6C61F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1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22589" w:rsidRPr="006C61F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1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22589" w:rsidRPr="006C61F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1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2589" w:rsidRPr="00D04EBC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45FCE" w:rsidRPr="00D04EBC" w:rsidTr="00645FCE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E" w:rsidRPr="00D04EBC" w:rsidRDefault="00645FCE" w:rsidP="00645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E" w:rsidRPr="00D04EBC" w:rsidRDefault="00645FCE" w:rsidP="00645F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Проведение областных мероприятий для обучающихся организаций, осуществляющих образовательную деятельность и реализующих дополнительные общеразвивающие программы, а также организация участия во всероссийских мероприятиях:</w:t>
            </w:r>
          </w:p>
          <w:p w:rsidR="00645FCE" w:rsidRPr="00D04EBC" w:rsidRDefault="00645FCE" w:rsidP="00645F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- одаренных детей;</w:t>
            </w:r>
          </w:p>
          <w:p w:rsidR="00645FCE" w:rsidRPr="00D04EBC" w:rsidRDefault="00645FCE" w:rsidP="00645F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- детей, оказавшихся в трудной жизненной ситуации;</w:t>
            </w:r>
          </w:p>
          <w:p w:rsidR="00645FCE" w:rsidRPr="00D04EBC" w:rsidRDefault="00645FCE" w:rsidP="00645F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- детей с ограниченными возможностями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E" w:rsidRDefault="00CE32AD" w:rsidP="00645FC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45FCE" w:rsidRPr="008E4327">
              <w:rPr>
                <w:rFonts w:ascii="Times New Roman" w:hAnsi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="00645FCE" w:rsidRPr="008E4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E" w:rsidRPr="00D04EBC" w:rsidRDefault="00645FCE" w:rsidP="00645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04EBC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04EBC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 w:rsidRPr="00D04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4EBC">
              <w:rPr>
                <w:rFonts w:ascii="Times New Roman" w:hAnsi="Times New Roman"/>
                <w:sz w:val="24"/>
                <w:szCs w:val="24"/>
              </w:rPr>
              <w:t>Рязан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Pr="00D04EBC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E" w:rsidRPr="00842B92" w:rsidRDefault="00645FCE" w:rsidP="00645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42B92">
              <w:rPr>
                <w:rFonts w:ascii="Times New Roman" w:hAnsi="Times New Roman"/>
                <w:sz w:val="24"/>
                <w:szCs w:val="24"/>
              </w:rPr>
              <w:t>област</w:t>
            </w:r>
            <w:proofErr w:type="spellEnd"/>
            <w:r w:rsidRPr="00842B92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842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261F1D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1957,31754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183,94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229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165,25754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204,72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206,1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5FCE" w:rsidRPr="00584D59" w:rsidRDefault="007F5F6F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45FCE" w:rsidRPr="00584D59" w:rsidRDefault="00645FCE" w:rsidP="00645FCE">
            <w:pPr>
              <w:ind w:left="113" w:right="113"/>
              <w:jc w:val="right"/>
            </w:pPr>
            <w:r w:rsidRPr="00584D59">
              <w:rPr>
                <w:sz w:val="22"/>
                <w:szCs w:val="22"/>
              </w:rPr>
              <w:t>106,1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45FCE" w:rsidRPr="00584D59" w:rsidRDefault="00645FCE" w:rsidP="00645FCE">
            <w:pPr>
              <w:ind w:left="113" w:right="113"/>
              <w:jc w:val="right"/>
            </w:pPr>
            <w:r w:rsidRPr="00584D59">
              <w:rPr>
                <w:sz w:val="22"/>
                <w:szCs w:val="22"/>
              </w:rPr>
              <w:t>106,1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5FCE" w:rsidRPr="00584D59" w:rsidRDefault="00645FCE" w:rsidP="00645FCE">
            <w:pPr>
              <w:ind w:left="113" w:right="113"/>
              <w:jc w:val="right"/>
            </w:pPr>
            <w:r w:rsidRPr="00584D59">
              <w:rPr>
                <w:sz w:val="22"/>
                <w:szCs w:val="22"/>
              </w:rPr>
              <w:t>106,1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5FCE" w:rsidRPr="00D64225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D64225">
              <w:rPr>
                <w:sz w:val="22"/>
                <w:szCs w:val="22"/>
              </w:rPr>
              <w:t>229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5FCE" w:rsidRPr="00D64225" w:rsidRDefault="00645FCE" w:rsidP="00645FCE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D64225">
              <w:rPr>
                <w:sz w:val="22"/>
                <w:szCs w:val="22"/>
              </w:rPr>
              <w:t>229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E" w:rsidRDefault="00645FCE" w:rsidP="00645F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1253">
              <w:rPr>
                <w:rFonts w:ascii="Times New Roman" w:hAnsi="Times New Roman"/>
                <w:sz w:val="24"/>
                <w:szCs w:val="24"/>
              </w:rPr>
              <w:t xml:space="preserve">детей в возрасте от 5 до 18 лет, занимающихся по дополнительным </w:t>
            </w:r>
            <w:proofErr w:type="spellStart"/>
            <w:proofErr w:type="gramStart"/>
            <w:r w:rsidRPr="00D11253">
              <w:rPr>
                <w:rFonts w:ascii="Times New Roman" w:hAnsi="Times New Roman"/>
                <w:sz w:val="24"/>
                <w:szCs w:val="24"/>
              </w:rPr>
              <w:t>общеобразователь</w:t>
            </w:r>
            <w:r w:rsidRPr="00D31028">
              <w:rPr>
                <w:rFonts w:ascii="Times New Roman" w:hAnsi="Times New Roman"/>
                <w:sz w:val="24"/>
                <w:szCs w:val="24"/>
              </w:rPr>
              <w:t>-ным</w:t>
            </w:r>
            <w:proofErr w:type="spellEnd"/>
            <w:proofErr w:type="gramEnd"/>
            <w:r w:rsidRPr="00D31028">
              <w:rPr>
                <w:rFonts w:ascii="Times New Roman" w:hAnsi="Times New Roman"/>
                <w:sz w:val="24"/>
                <w:szCs w:val="24"/>
              </w:rPr>
              <w:t xml:space="preserve"> общеразвивающим программам научно-технической и естественно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31028">
              <w:rPr>
                <w:rFonts w:ascii="Times New Roman" w:hAnsi="Times New Roman"/>
                <w:sz w:val="24"/>
                <w:szCs w:val="24"/>
              </w:rPr>
              <w:t>научной направленности, до 20%;</w:t>
            </w:r>
          </w:p>
          <w:p w:rsidR="00645FCE" w:rsidRPr="004A6DF0" w:rsidRDefault="00645FCE" w:rsidP="00645F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DF0">
              <w:rPr>
                <w:rFonts w:ascii="Times New Roman" w:hAnsi="Times New Roman"/>
                <w:sz w:val="24"/>
                <w:szCs w:val="24"/>
              </w:rPr>
              <w:t>создание в 2018 году 29 муниципальных (опорных) центров дополнительного образования детей;</w:t>
            </w:r>
          </w:p>
          <w:p w:rsidR="00645FCE" w:rsidRPr="003C68B2" w:rsidRDefault="00645FCE" w:rsidP="00645F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DF0">
              <w:rPr>
                <w:rFonts w:ascii="Times New Roman" w:hAnsi="Times New Roman"/>
                <w:sz w:val="24"/>
                <w:szCs w:val="24"/>
              </w:rPr>
              <w:t>создание в 2018 году одного модельного регионального центра до</w:t>
            </w:r>
            <w:r>
              <w:rPr>
                <w:rFonts w:ascii="Times New Roman" w:hAnsi="Times New Roman"/>
                <w:sz w:val="24"/>
                <w:szCs w:val="24"/>
              </w:rPr>
              <w:t>полнительного образования детей</w:t>
            </w:r>
          </w:p>
        </w:tc>
      </w:tr>
      <w:tr w:rsidR="00D64225" w:rsidRPr="00D04EBC" w:rsidTr="00F64784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D04EBC" w:rsidRDefault="00D64225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D04EBC" w:rsidRDefault="00D64225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Субсидии государственным образовательным организациям на иные цели на организацию и проведение новогодних мероприятий (новогодних елок)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Default="00CE32AD" w:rsidP="00D6422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4225" w:rsidRPr="006D2686">
              <w:rPr>
                <w:rFonts w:ascii="Times New Roman" w:hAnsi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="00D64225" w:rsidRPr="006D26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Default="00D64225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04EBC">
              <w:rPr>
                <w:rFonts w:ascii="Times New Roman" w:hAnsi="Times New Roman"/>
                <w:sz w:val="24"/>
                <w:szCs w:val="24"/>
              </w:rPr>
              <w:t>дарст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 xml:space="preserve">венные </w:t>
            </w:r>
            <w:proofErr w:type="spellStart"/>
            <w:r w:rsidRPr="00D04EBC">
              <w:rPr>
                <w:rFonts w:ascii="Times New Roman" w:hAnsi="Times New Roman"/>
                <w:sz w:val="24"/>
                <w:szCs w:val="24"/>
              </w:rPr>
              <w:t>образо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ватель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D04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04EBC">
              <w:rPr>
                <w:rFonts w:ascii="Times New Roman" w:hAnsi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  <w:p w:rsidR="00D64225" w:rsidRPr="00D04EBC" w:rsidRDefault="00D64225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D04EBC" w:rsidRDefault="00D64225" w:rsidP="000356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бласт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D04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261F1D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12857,98591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1350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1572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FF5FEF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3A4BE6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3A4BE6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1500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7F5F6F" w:rsidP="007F5F6F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1085,98591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584D59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225" w:rsidRPr="00584D59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584D59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225" w:rsidRPr="00D64225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D64225">
              <w:rPr>
                <w:sz w:val="22"/>
                <w:szCs w:val="22"/>
              </w:rPr>
              <w:t>1500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225" w:rsidRPr="00D64225" w:rsidRDefault="00D64225" w:rsidP="00D64225">
            <w:pPr>
              <w:pStyle w:val="ConsPlusNormal"/>
              <w:ind w:left="113" w:right="113"/>
              <w:jc w:val="right"/>
              <w:rPr>
                <w:sz w:val="22"/>
                <w:szCs w:val="22"/>
              </w:rPr>
            </w:pPr>
            <w:r w:rsidRPr="00D64225">
              <w:rPr>
                <w:sz w:val="22"/>
                <w:szCs w:val="22"/>
              </w:rPr>
              <w:t>1500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D04EBC" w:rsidRDefault="00D64225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5B0" w:rsidRPr="00D04EBC" w:rsidTr="000B05B0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B0" w:rsidRPr="00D04EBC" w:rsidRDefault="000B05B0" w:rsidP="000B0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B0" w:rsidRPr="00D04EBC" w:rsidRDefault="000B05B0" w:rsidP="000B05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дополнительных общеобразовательных программ в государственных образовательных организациях (государственные организации дополнительного образования)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B0" w:rsidRDefault="00CE32AD" w:rsidP="000B05B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B05B0" w:rsidRPr="006D2686">
              <w:rPr>
                <w:rFonts w:ascii="Times New Roman" w:hAnsi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="000B05B0" w:rsidRPr="006D26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B0" w:rsidRPr="00D04EBC" w:rsidRDefault="000B05B0" w:rsidP="000B0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04EBC">
              <w:rPr>
                <w:rFonts w:ascii="Times New Roman" w:hAnsi="Times New Roman"/>
                <w:sz w:val="24"/>
                <w:szCs w:val="24"/>
              </w:rPr>
              <w:t>дарст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 xml:space="preserve">венные </w:t>
            </w:r>
            <w:proofErr w:type="spellStart"/>
            <w:r w:rsid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="00CE32AD">
              <w:rPr>
                <w:rFonts w:ascii="Times New Roman" w:hAnsi="Times New Roman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D04EBC">
              <w:rPr>
                <w:rFonts w:ascii="Times New Roman" w:hAnsi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B0" w:rsidRPr="00D04EBC" w:rsidRDefault="000B05B0" w:rsidP="000B0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бласт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D04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431D71" w:rsidP="00577D2D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1718</w:t>
            </w:r>
            <w:r w:rsidRPr="00431D71">
              <w:rPr>
                <w:sz w:val="22"/>
                <w:szCs w:val="18"/>
              </w:rPr>
              <w:t>612,4058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584D59">
              <w:rPr>
                <w:sz w:val="22"/>
                <w:szCs w:val="18"/>
              </w:rPr>
              <w:t>116663,7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584D59">
              <w:rPr>
                <w:sz w:val="22"/>
                <w:szCs w:val="18"/>
              </w:rPr>
              <w:t>94791,92399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584D59">
              <w:rPr>
                <w:sz w:val="22"/>
                <w:szCs w:val="18"/>
              </w:rPr>
              <w:t>94951,86164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584D59">
              <w:rPr>
                <w:sz w:val="22"/>
                <w:szCs w:val="18"/>
              </w:rPr>
              <w:t>101970,85544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584D59">
              <w:rPr>
                <w:sz w:val="22"/>
                <w:szCs w:val="18"/>
              </w:rPr>
              <w:t>136374,18583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584D59">
              <w:rPr>
                <w:sz w:val="22"/>
                <w:szCs w:val="18"/>
              </w:rPr>
              <w:t>151618,5109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05B0" w:rsidRPr="00584D59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584D59">
              <w:rPr>
                <w:sz w:val="22"/>
                <w:szCs w:val="18"/>
              </w:rPr>
              <w:t>163741,60403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B05B0" w:rsidRPr="00584D59" w:rsidRDefault="00431D71" w:rsidP="000B05B0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</w:t>
            </w:r>
            <w:r w:rsidRPr="00431D71">
              <w:rPr>
                <w:rFonts w:ascii="Times New Roman" w:hAnsi="Times New Roman"/>
                <w:sz w:val="22"/>
                <w:szCs w:val="22"/>
              </w:rPr>
              <w:t>331,21752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B05B0" w:rsidRPr="00584D59" w:rsidRDefault="000B05B0" w:rsidP="000B05B0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4D59">
              <w:rPr>
                <w:rFonts w:ascii="Times New Roman" w:hAnsi="Times New Roman"/>
                <w:sz w:val="22"/>
                <w:szCs w:val="22"/>
              </w:rPr>
              <w:t>132961,08280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05B0" w:rsidRPr="00584D59" w:rsidRDefault="000B05B0" w:rsidP="000B05B0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4D59">
              <w:rPr>
                <w:rFonts w:ascii="Times New Roman" w:hAnsi="Times New Roman"/>
                <w:sz w:val="22"/>
                <w:szCs w:val="22"/>
              </w:rPr>
              <w:t>144364,46365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5B0" w:rsidRPr="00D64225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D64225">
              <w:rPr>
                <w:sz w:val="22"/>
                <w:szCs w:val="18"/>
              </w:rPr>
              <w:t>203421,5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5B0" w:rsidRPr="00D64225" w:rsidRDefault="000B05B0" w:rsidP="000B05B0">
            <w:pPr>
              <w:pStyle w:val="ConsPlusNormal"/>
              <w:ind w:left="113" w:right="113"/>
              <w:jc w:val="right"/>
              <w:rPr>
                <w:sz w:val="22"/>
                <w:szCs w:val="18"/>
              </w:rPr>
            </w:pPr>
            <w:r w:rsidRPr="00D64225">
              <w:rPr>
                <w:sz w:val="22"/>
                <w:szCs w:val="18"/>
              </w:rPr>
              <w:t>203421,5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B0" w:rsidRPr="00D04EBC" w:rsidRDefault="000B05B0" w:rsidP="000B0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52E" w:rsidRPr="00D04EBC" w:rsidTr="00F64784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D04EBC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2.4</w:t>
            </w:r>
            <w:r w:rsidR="00402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D04EBC" w:rsidRDefault="0033452E" w:rsidP="003345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4EBC">
              <w:rPr>
                <w:rFonts w:ascii="Times New Roman" w:hAnsi="Times New Roman"/>
                <w:sz w:val="24"/>
                <w:szCs w:val="24"/>
              </w:rPr>
              <w:t>Субсидии на иные цели на оборудование помещений государственных образовательных организаций автоматической установкой пожарной сигнализации и ремонт систем инженерно-технического обеспечения зданий с целью создания условий для развития и вовлечение детей в социальную практику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Default="00CE32AD" w:rsidP="0033452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452E" w:rsidRPr="00D04EBC">
              <w:rPr>
                <w:rFonts w:ascii="Times New Roman" w:hAnsi="Times New Roman"/>
                <w:sz w:val="24"/>
                <w:szCs w:val="24"/>
              </w:rPr>
              <w:t>Рязан</w:t>
            </w:r>
            <w:r w:rsidR="0033452E">
              <w:rPr>
                <w:rFonts w:ascii="Times New Roman" w:hAnsi="Times New Roman"/>
                <w:sz w:val="24"/>
                <w:szCs w:val="24"/>
              </w:rPr>
              <w:t>-</w:t>
            </w:r>
            <w:r w:rsidR="0033452E" w:rsidRPr="00D04EB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="0033452E" w:rsidRPr="00D04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D04EBC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осу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04EBC">
              <w:rPr>
                <w:rFonts w:ascii="Times New Roman" w:hAnsi="Times New Roman"/>
                <w:sz w:val="24"/>
                <w:szCs w:val="24"/>
              </w:rPr>
              <w:t>дарст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 xml:space="preserve">венные </w:t>
            </w:r>
            <w:proofErr w:type="spellStart"/>
            <w:r w:rsid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="00CE32AD">
              <w:rPr>
                <w:rFonts w:ascii="Times New Roman" w:hAnsi="Times New Roman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D04EBC">
              <w:rPr>
                <w:rFonts w:ascii="Times New Roman" w:hAnsi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D04EBC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бласт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04EBC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D04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Default="0033452E" w:rsidP="0033452E">
            <w:pP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872,07628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Default="0033452E" w:rsidP="00E157D5">
            <w:pP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Default="0033452E" w:rsidP="0033452E">
            <w:pP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872,07628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Default="0033452E" w:rsidP="00E157D5">
            <w:pP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Default="0033452E" w:rsidP="00E157D5">
            <w:pP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Default="0033452E" w:rsidP="00E157D5">
            <w:pP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Default="0033452E" w:rsidP="00E157D5">
            <w:pP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9F5290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9F5290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3452E" w:rsidRPr="009F5290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9F5290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9F5290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452E" w:rsidRPr="009F5290" w:rsidRDefault="0033452E" w:rsidP="0033452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2E" w:rsidRPr="00D04EBC" w:rsidRDefault="0033452E" w:rsidP="003345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16E4" w:rsidRDefault="001F16E4">
      <w:r>
        <w:br w:type="page"/>
      </w:r>
    </w:p>
    <w:tbl>
      <w:tblPr>
        <w:tblW w:w="14461" w:type="dxa"/>
        <w:tblInd w:w="-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3169"/>
        <w:gridCol w:w="17"/>
        <w:gridCol w:w="979"/>
        <w:gridCol w:w="1009"/>
        <w:gridCol w:w="963"/>
        <w:gridCol w:w="10"/>
        <w:gridCol w:w="354"/>
        <w:gridCol w:w="424"/>
        <w:gridCol w:w="9"/>
        <w:gridCol w:w="419"/>
        <w:gridCol w:w="425"/>
        <w:gridCol w:w="424"/>
        <w:gridCol w:w="433"/>
        <w:gridCol w:w="424"/>
        <w:gridCol w:w="433"/>
        <w:gridCol w:w="424"/>
        <w:gridCol w:w="424"/>
        <w:gridCol w:w="9"/>
        <w:gridCol w:w="419"/>
        <w:gridCol w:w="425"/>
        <w:gridCol w:w="7"/>
        <w:gridCol w:w="405"/>
        <w:gridCol w:w="12"/>
        <w:gridCol w:w="2336"/>
      </w:tblGrid>
      <w:tr w:rsidR="0057181B" w:rsidRPr="00CE32AD" w:rsidTr="00D319EB">
        <w:trPr>
          <w:cantSplit/>
          <w:trHeight w:val="2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7181B" w:rsidRPr="00CE32AD" w:rsidRDefault="0057181B" w:rsidP="00571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64225" w:rsidRPr="00CE32AD" w:rsidTr="00D319EB">
        <w:trPr>
          <w:cantSplit/>
          <w:trHeight w:val="1802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225" w:rsidRPr="00CE32AD" w:rsidRDefault="00D64225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225" w:rsidRPr="00D319EB" w:rsidRDefault="00D64225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доступность дополнительных общеобразовательных программ естественно-научной и технической направленности </w:t>
            </w:r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обучающихся. Создание детского технопарка, в том числе: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225" w:rsidRPr="00CE32AD" w:rsidRDefault="00CE32AD" w:rsidP="00D642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4225" w:rsidRPr="00CE32AD">
              <w:rPr>
                <w:rFonts w:ascii="Times New Roman" w:hAnsi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="00D64225"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225" w:rsidRPr="00CE32AD" w:rsidRDefault="00D64225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дарст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-венные </w:t>
            </w:r>
            <w:proofErr w:type="spellStart"/>
            <w:r w:rsid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="00CE32AD">
              <w:rPr>
                <w:rFonts w:ascii="Times New Roman" w:hAnsi="Times New Roman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225" w:rsidRPr="00CE32AD" w:rsidRDefault="00D64225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151861,09961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20000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131861,09961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z w:val="24"/>
                <w:szCs w:val="24"/>
              </w:rPr>
            </w:pPr>
            <w:r w:rsidRPr="00CE32AD">
              <w:rPr>
                <w:sz w:val="24"/>
                <w:szCs w:val="24"/>
              </w:rPr>
              <w:t>0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225" w:rsidRPr="00CE32AD" w:rsidRDefault="00D64225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BF" w:rsidRPr="00CE32AD" w:rsidTr="00D319EB">
        <w:trPr>
          <w:cantSplit/>
          <w:trHeight w:val="1144"/>
        </w:trPr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40BF" w:rsidRPr="00CE32AD" w:rsidRDefault="002840BF" w:rsidP="001F16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BF" w:rsidRPr="00CE32AD" w:rsidRDefault="002840BF" w:rsidP="001F16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BF" w:rsidRPr="00CE32AD" w:rsidRDefault="002840BF" w:rsidP="001F16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BF" w:rsidRPr="00CE32AD" w:rsidRDefault="002840BF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BF" w:rsidRPr="00CE32AD" w:rsidRDefault="002840BF" w:rsidP="001F16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феде-раль-ный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57122,2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57122,2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40BF" w:rsidRPr="00CE32AD" w:rsidRDefault="002840BF" w:rsidP="001F16E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BF" w:rsidRPr="00CE32AD" w:rsidRDefault="002840BF" w:rsidP="001F16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17C" w:rsidRPr="00CE32AD" w:rsidTr="00D319EB">
        <w:trPr>
          <w:cantSplit/>
          <w:trHeight w:val="1134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приобретение высокотехнологичного образовательного оборудования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7C" w:rsidRPr="00CE32AD" w:rsidRDefault="00CE32AD" w:rsidP="00F225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117C" w:rsidRPr="00CE32AD">
              <w:rPr>
                <w:rFonts w:ascii="Times New Roman" w:hAnsi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="00E2117C"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7C" w:rsidRPr="00CE32AD" w:rsidRDefault="00E2117C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дарст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-венные 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феде-раль-ный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57122,2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57122,2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17C" w:rsidRPr="00CE32AD" w:rsidTr="00D319EB">
        <w:trPr>
          <w:cantSplit/>
          <w:trHeight w:val="1134"/>
        </w:trPr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7C" w:rsidRPr="00CE32AD" w:rsidRDefault="00E2117C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842B92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24480,9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842B92" w:rsidP="00842B9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9A7944"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117C" w:rsidRPr="00CE32AD" w:rsidRDefault="00E2117C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7C" w:rsidRPr="00CE32AD" w:rsidRDefault="00E2117C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2AD" w:rsidRPr="00CE32AD" w:rsidTr="00D319EB">
        <w:trPr>
          <w:cantSplit/>
          <w:trHeight w:val="1134"/>
        </w:trPr>
        <w:tc>
          <w:tcPr>
            <w:tcW w:w="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89" w:rsidRPr="00CE32AD" w:rsidRDefault="00F22589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89" w:rsidRPr="00CE32AD" w:rsidRDefault="00F22589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проведени</w:t>
            </w:r>
            <w:r w:rsidR="005F447C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е ремонтных работ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89" w:rsidRPr="00CE32AD" w:rsidRDefault="00CE32AD" w:rsidP="00F225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22589" w:rsidRPr="00CE32AD">
              <w:rPr>
                <w:rFonts w:ascii="Times New Roman" w:hAnsi="Times New Roman"/>
                <w:sz w:val="24"/>
                <w:szCs w:val="24"/>
              </w:rPr>
              <w:t>Рязан-ской</w:t>
            </w:r>
            <w:proofErr w:type="spellEnd"/>
            <w:proofErr w:type="gramEnd"/>
            <w:r w:rsidR="00F22589"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89" w:rsidRPr="00CE32AD" w:rsidRDefault="00F22589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дарст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-венные </w:t>
            </w:r>
            <w:proofErr w:type="spellStart"/>
            <w:r w:rsidR="00CE32AD">
              <w:rPr>
                <w:rFonts w:ascii="Times New Roman" w:hAnsi="Times New Roman"/>
                <w:sz w:val="24"/>
                <w:szCs w:val="24"/>
              </w:rPr>
              <w:t>обра</w:t>
            </w:r>
            <w:proofErr w:type="spellEnd"/>
            <w:r w:rsidR="00CE32AD">
              <w:rPr>
                <w:rFonts w:ascii="Times New Roman" w:hAnsi="Times New Roman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89" w:rsidRPr="00CE32AD" w:rsidRDefault="00F22589" w:rsidP="00F225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20000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20000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2589" w:rsidRPr="00CE32AD" w:rsidRDefault="00F22589" w:rsidP="00F2258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89" w:rsidRPr="00CE32AD" w:rsidRDefault="00F22589" w:rsidP="00F2258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CE32AD" w:rsidRDefault="00CE32AD">
      <w:pPr>
        <w:rPr>
          <w:lang w:val="en-US"/>
        </w:rPr>
      </w:pPr>
    </w:p>
    <w:p w:rsidR="00CE32AD" w:rsidRPr="00CE32AD" w:rsidRDefault="00CE32AD">
      <w:pPr>
        <w:rPr>
          <w:lang w:val="en-US"/>
        </w:rPr>
      </w:pPr>
    </w:p>
    <w:tbl>
      <w:tblPr>
        <w:tblW w:w="14461" w:type="dxa"/>
        <w:tblInd w:w="-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3186"/>
        <w:gridCol w:w="979"/>
        <w:gridCol w:w="1009"/>
        <w:gridCol w:w="963"/>
        <w:gridCol w:w="364"/>
        <w:gridCol w:w="433"/>
        <w:gridCol w:w="419"/>
        <w:gridCol w:w="425"/>
        <w:gridCol w:w="424"/>
        <w:gridCol w:w="433"/>
        <w:gridCol w:w="424"/>
        <w:gridCol w:w="433"/>
        <w:gridCol w:w="424"/>
        <w:gridCol w:w="433"/>
        <w:gridCol w:w="419"/>
        <w:gridCol w:w="432"/>
        <w:gridCol w:w="405"/>
        <w:gridCol w:w="2348"/>
      </w:tblGrid>
      <w:tr w:rsidR="00CE32AD" w:rsidRPr="00CE32AD" w:rsidTr="00CE32AD">
        <w:trPr>
          <w:cantSplit/>
          <w:trHeight w:val="28"/>
          <w:tblHeader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br w:type="page"/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CE32AD" w:rsidRPr="00CE32AD" w:rsidTr="00CE32AD">
        <w:trPr>
          <w:cantSplit/>
          <w:trHeight w:val="1589"/>
        </w:trPr>
        <w:tc>
          <w:tcPr>
            <w:tcW w:w="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99" w:rsidRPr="00CE32AD" w:rsidRDefault="009F1699" w:rsidP="009F169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B1" w:rsidRPr="00CE32AD" w:rsidRDefault="00423648" w:rsidP="00DE5DB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реконструкция</w:t>
            </w:r>
            <w:r w:rsidR="009F169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здания </w:t>
            </w:r>
            <w:r w:rsidR="00DE5DB1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детского технопарка </w:t>
            </w:r>
            <w:proofErr w:type="spellStart"/>
            <w:r w:rsidR="00DE5DB1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="00DE5DB1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«Дружба» </w:t>
            </w:r>
            <w:r w:rsidR="009F169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по адресу:</w:t>
            </w:r>
            <w:r w:rsidR="00DE5DB1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9F169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г. Рязань, </w:t>
            </w:r>
          </w:p>
          <w:p w:rsidR="009F1699" w:rsidRPr="00CE32AD" w:rsidRDefault="009F1699" w:rsidP="00DE5DB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ул. Дзержинского, д. 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99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F169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9F169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99" w:rsidRPr="00CE32AD" w:rsidRDefault="009F1699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дарст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-венные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99" w:rsidRPr="00CE32AD" w:rsidRDefault="009F1699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842B92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107380,19961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A7944" w:rsidP="00842B92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107380,19961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699" w:rsidRPr="00CE32AD" w:rsidRDefault="009F1699" w:rsidP="009F1699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9F1699" w:rsidRPr="00CE32AD" w:rsidRDefault="009F1699" w:rsidP="009F169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CE32AD" w:rsidRDefault="00D64225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2.6.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CE32AD" w:rsidRDefault="00D64225" w:rsidP="00D6422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Финансирование операционных расходов на функционирование детского технопарка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«Дружба»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4225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D64225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CE32AD" w:rsidRDefault="00D64225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дарст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-венные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5" w:rsidRPr="00CE32AD" w:rsidRDefault="00D64225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F929BD" w:rsidP="00797319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49236,74379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16412,24793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7D726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7D726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7D726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5B7C2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225" w:rsidRPr="00CE32AD" w:rsidRDefault="005B7C2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225" w:rsidRPr="00CE32AD" w:rsidRDefault="00F929BD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16412,24793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225" w:rsidRPr="00CE32AD" w:rsidRDefault="00D64225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16412,24793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D64225" w:rsidRPr="00CE32AD" w:rsidRDefault="00D64225" w:rsidP="00D6422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506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92CC1" w:rsidRPr="00CE32AD" w:rsidRDefault="00A92CC1" w:rsidP="005053D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2.7.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92CC1" w:rsidRPr="00CE32AD" w:rsidRDefault="00A92CC1" w:rsidP="005053D7">
            <w:pPr>
              <w:autoSpaceDE w:val="0"/>
              <w:autoSpaceDN w:val="0"/>
              <w:adjustRightInd w:val="0"/>
              <w:spacing w:line="233" w:lineRule="auto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Формирование современных управленческих и организационно-</w:t>
            </w:r>
            <w:proofErr w:type="gramStart"/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экономических механизмов</w:t>
            </w:r>
            <w:proofErr w:type="gramEnd"/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в системе дополнительного образования детей, в том числе: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92CC1" w:rsidRPr="00CE32AD" w:rsidRDefault="00CE32AD" w:rsidP="00CE32AD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92CC1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A92CC1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A92CC1" w:rsidRPr="00CE32AD" w:rsidRDefault="00A92CC1" w:rsidP="00CE32AD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A92CC1" w:rsidRPr="00CE32AD" w:rsidRDefault="00A92CC1" w:rsidP="00CE32AD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562B8C" w:rsidP="00C94863">
            <w:pPr>
              <w:pStyle w:val="ConsPlusNormal"/>
              <w:ind w:left="113" w:right="113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6970,92431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2631,47647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1419,72392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DD4AA6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1419,72392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562B8C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92CC1" w:rsidRPr="00CE32AD" w:rsidRDefault="00562B8C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500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2CC1" w:rsidRPr="00CE32AD" w:rsidRDefault="000F3E87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</w:rPr>
              <w:t>500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2CC1" w:rsidRPr="00CE32AD" w:rsidRDefault="00A92CC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tcBorders>
              <w:left w:val="single" w:sz="4" w:space="0" w:color="auto"/>
              <w:right w:val="single" w:sz="4" w:space="0" w:color="auto"/>
            </w:tcBorders>
          </w:tcPr>
          <w:p w:rsidR="00A92CC1" w:rsidRPr="00CE32AD" w:rsidRDefault="00A92CC1" w:rsidP="00D6422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992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46C8" w:rsidRPr="00CE32AD" w:rsidRDefault="001A46C8" w:rsidP="005053D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46C8" w:rsidRPr="00CE32AD" w:rsidRDefault="001A46C8" w:rsidP="005053D7">
            <w:pPr>
              <w:autoSpaceDE w:val="0"/>
              <w:autoSpaceDN w:val="0"/>
              <w:adjustRightInd w:val="0"/>
              <w:spacing w:line="233" w:lineRule="auto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46C8" w:rsidRPr="00CE32AD" w:rsidRDefault="001A46C8" w:rsidP="00CE32AD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spacing w:line="233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14911,7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14911,7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D6422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564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46C8" w:rsidRPr="00CE32AD" w:rsidRDefault="001A46C8" w:rsidP="008965E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46C8" w:rsidRPr="00CE32AD" w:rsidRDefault="000F3E87" w:rsidP="004A6DF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 на создание модельного регионального центра дополнительного образования детей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46C8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A46C8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1A46C8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дарст</w:t>
            </w:r>
            <w:proofErr w:type="spellEnd"/>
            <w:r w:rsidR="00CE32AD"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венные </w:t>
            </w:r>
            <w:proofErr w:type="spellStart"/>
            <w:r w:rsid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обра</w:t>
            </w:r>
            <w:proofErr w:type="spellEnd"/>
            <w:r w:rsid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562B8C" w:rsidP="00C9486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4615,92431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1776,47647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1419,72392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1419,72392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562B8C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0F3E87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6C8" w:rsidRPr="00CE32AD" w:rsidRDefault="001A46C8" w:rsidP="008965E3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088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8965E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8965E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10066,7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10066,7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8965E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6C8" w:rsidRPr="00CE32AD" w:rsidRDefault="001A46C8" w:rsidP="008965E3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A92CC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A92CC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предоставление субсидий частным образовательным организациям на реализацию дополнительных общеразвивающих программ для детей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A46C8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1A46C8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DD4AA6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1500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DD4AA6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0F3E87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6C8" w:rsidRPr="00CE32AD" w:rsidRDefault="001A46C8" w:rsidP="00A92CC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032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A92CC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A92CC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46C8" w:rsidRPr="00CE32AD" w:rsidRDefault="001A46C8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C8" w:rsidRPr="00CE32AD" w:rsidRDefault="001A46C8" w:rsidP="00A92CC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A92CC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A92CC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Задача 3. Обеспечение качества кадрового состава сферы дополнительного образования детей, в том числе: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9486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157553,46614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46416,188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43640,351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28708,04798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19044,85116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11261,328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8002,7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highlight w:val="yellow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240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92CC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240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tabs>
                <w:tab w:val="left" w:pos="907"/>
              </w:tabs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удельного веса численности педагогических работников государственных (муниципальных) образовательных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организаций</w:t>
            </w:r>
          </w:p>
        </w:tc>
      </w:tr>
      <w:tr w:rsidR="00CE32AD" w:rsidRPr="00CE32AD" w:rsidTr="00CE32AD">
        <w:trPr>
          <w:cantSplit/>
          <w:trHeight w:val="113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A76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A7644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Проведение областного этапа Всероссийского конкурса педагогов дополнительного образования детей «Сердце отдаю детям!»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433,988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113,988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76448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160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tabs>
                <w:tab w:val="left" w:pos="907"/>
              </w:tabs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дополнительного образования, прошедших в течение последних трех лет повышение квалификации или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профессиональную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CE32AD" w:rsidRPr="00CE32AD" w:rsidRDefault="00CE32AD" w:rsidP="00CE32AD">
            <w:pPr>
              <w:tabs>
                <w:tab w:val="left" w:pos="907"/>
              </w:tabs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переподготовку, до 46%;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соотношения уровня оплаты труда педагогов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организаций дополнительного образования и средней заработной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платы учителей региона ежегодно на уровне не менее 100%; 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соотношения средней заработной платы врачей и иных работников, имеющих высшее медицинское (фармацевтическое) или иное высшее профессиональное образование,</w:t>
            </w:r>
          </w:p>
        </w:tc>
      </w:tr>
      <w:tr w:rsidR="00CE32AD" w:rsidRPr="00CE32AD" w:rsidTr="00DA085C">
        <w:trPr>
          <w:cantSplit/>
          <w:trHeight w:val="113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A76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3.2.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A7644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Проведение областного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этапа Всероссийского конкурса авторских программ дополнительного образования детей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240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80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80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A7644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80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3.3.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Предоставление субсидий бюджетам муниципальных районов (городских округов) на повышение заработной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платы отдельным категориям работников муниципальных учреждений дополнительного образования детей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118570,59898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46222,2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43640,351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28708,04798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Предоставление субсидий бюджетам муниципальных районов (городских округов) Рязанской области на поддержание достигнутых уровней заработной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 сфере образования</w:t>
            </w:r>
          </w:p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38308,87916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19044,85116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11261,328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8002,7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A7644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предоставляющих медицинские услуги (обеспечивающих предоставление медицинских услуг) в организациях дополнительного образования, и </w:t>
            </w:r>
          </w:p>
          <w:p w:rsidR="00CE32AD" w:rsidRPr="00CE32AD" w:rsidRDefault="00CE32AD" w:rsidP="00A7644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средней заработной платы в регионе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ежегодно на уровне не менее 155%;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сохранение соотношения средней заработной платы среднего медицинского (фармацевтического) персонала (персонала, обеспечивающего предоставление медицинских услуг) в организациях дополнительного образования и средней заработной платы в регионе ежегодно на уровне не менее 95,9%</w:t>
            </w:r>
          </w:p>
        </w:tc>
      </w:tr>
    </w:tbl>
    <w:p w:rsidR="009172CB" w:rsidRDefault="003F532A">
      <w:r>
        <w:br w:type="page"/>
      </w:r>
    </w:p>
    <w:tbl>
      <w:tblPr>
        <w:tblW w:w="1465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992"/>
        <w:gridCol w:w="993"/>
        <w:gridCol w:w="975"/>
        <w:gridCol w:w="35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409"/>
      </w:tblGrid>
      <w:tr w:rsidR="009172CB" w:rsidRPr="00CE32AD" w:rsidTr="00CE32AD">
        <w:trPr>
          <w:cantSplit/>
          <w:trHeight w:val="28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F830E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172CB" w:rsidRPr="00CE32AD" w:rsidRDefault="009172CB" w:rsidP="00917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</w:t>
            </w:r>
          </w:p>
        </w:tc>
      </w:tr>
      <w:tr w:rsidR="00A1448A" w:rsidRPr="00CE32AD" w:rsidTr="00A1448A">
        <w:trPr>
          <w:cantSplit/>
          <w:trHeight w:val="226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48A" w:rsidRPr="00CE32AD" w:rsidRDefault="00A1448A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48A" w:rsidRPr="00CE32AD" w:rsidRDefault="00A1448A" w:rsidP="00D64225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Задача 4. Развитие инфраструктуры дополнительного образования,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8A" w:rsidRPr="00CE32AD" w:rsidRDefault="00CE32AD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1448A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A1448A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8A" w:rsidRPr="00CE32AD" w:rsidRDefault="00CE32AD" w:rsidP="00D31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1448A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A1448A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8A" w:rsidRPr="00CE32AD" w:rsidRDefault="00A1448A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7C6A7D" w:rsidP="00C9486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62192,141370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1175,15887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22783,861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1A5B6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4386,12150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7C6A7D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448A" w:rsidRPr="00CE32AD" w:rsidRDefault="007C6A7D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16681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448A" w:rsidRPr="00CE32AD" w:rsidRDefault="00A1448A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16681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8A" w:rsidRPr="00CE32AD" w:rsidRDefault="00A1448A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удельного веса организаций дополнительного образования, в которых созданы специальные условия, обеспечивающие доступность программ дополнительного образования для детей с ограниченными возможностями здоровья, до 25%</w:t>
            </w:r>
            <w:r w:rsidR="00F53E7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F53E7D" w:rsidRPr="00CE32AD" w:rsidRDefault="00F53E7D" w:rsidP="00F53E7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доведение доли модернизированных детских школ искусств в области культуры от общего количества детских школ искусств, требующих модернизации, до </w:t>
            </w:r>
            <w:r w:rsidR="00BF378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43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%</w:t>
            </w:r>
          </w:p>
          <w:p w:rsidR="00F53E7D" w:rsidRPr="00CE32AD" w:rsidRDefault="00F53E7D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584D59" w:rsidRPr="00CE32AD" w:rsidTr="00584D59">
        <w:trPr>
          <w:cantSplit/>
          <w:trHeight w:val="1649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минис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терство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</w:t>
            </w:r>
            <w:r w:rsid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туры и туризма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ской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минис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терство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</w:t>
            </w:r>
            <w:r w:rsid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туры и туризма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ской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14776,64961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6F489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14776,64961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584D59" w:rsidRPr="00CE32AD" w:rsidTr="00584D59">
        <w:trPr>
          <w:cantSplit/>
          <w:trHeight w:val="1649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раль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ный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79537,0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584D59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584D59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79537,0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584D59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584D59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F4330" w:rsidRPr="00CE32AD" w:rsidTr="00A1448A">
        <w:trPr>
          <w:cantSplit/>
          <w:trHeight w:val="163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4.1.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Проведение ремонтных работ зданий организаций дополнительного образования,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CE32AD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16AD6" w:rsidP="00C9486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42289,019870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1175,15887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20713,861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550704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10200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6313" w:rsidRPr="00CE32AD" w:rsidTr="00D319EB">
        <w:trPr>
          <w:cantSplit/>
          <w:trHeight w:val="180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CE32AD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26313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B26313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-дар-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ствен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ные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C94863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27889,01987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1175,15887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20713,861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6313" w:rsidRPr="00CE32AD" w:rsidRDefault="00B26313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3000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6313" w:rsidRPr="00CE32AD" w:rsidTr="00D319EB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850D3E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муниципальным образованиям Рязанской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CE32AD" w:rsidP="00850D3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50D3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850D3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CE32AD" w:rsidP="00850D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50D3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850D3E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8361D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7200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6313" w:rsidRPr="00CE32AD" w:rsidRDefault="00850D3E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7200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3" w:rsidRPr="00CE32AD" w:rsidRDefault="00B26313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F4330" w:rsidRPr="00CE32AD" w:rsidTr="00A1448A">
        <w:trPr>
          <w:cantSplit/>
          <w:trHeight w:val="113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4.2.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Оснащение организаций дополнительного образования учебно-лабораторным, учебно-производственным, спортивным инвентарем и оборудованием, музыкальными инструментами,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CE32AD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26313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</w:t>
            </w:r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16AD6" w:rsidP="008361D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15278,1215</w:t>
            </w:r>
            <w:r w:rsidR="00B26313"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2A5A2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2316,12150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550704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6481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6481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F4330" w:rsidRPr="00CE32AD" w:rsidTr="00A1448A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CE32AD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-дар-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ствен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ные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26313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</w:t>
            </w:r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16AD6" w:rsidP="008361D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6278,1215</w:t>
            </w:r>
            <w:r w:rsidR="00B26313"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2A5A21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2316,12150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550704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1981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1981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F4330" w:rsidRPr="00CE32AD" w:rsidTr="00A1448A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предоставление субсидий </w:t>
            </w:r>
            <w:r w:rsidR="00721CD6"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бюджетам муниципальных образований</w:t>
            </w:r>
            <w:r w:rsidR="00721CD6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Рязанской области</w:t>
            </w:r>
            <w:r w:rsidR="00BD489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BD4890" w:rsidRPr="00CE32A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на оснащение организаций дополнительного образования учебно-лабораторным, учебно-производственным, спортивным инвентарем и оборудованием, музыкальными инструментами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CE32AD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2A1988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</w:t>
            </w:r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781ED9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9000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550704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4500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F4330" w:rsidRPr="00CE32AD" w:rsidTr="00D319EB">
        <w:trPr>
          <w:cantSplit/>
          <w:trHeight w:val="215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4.3.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 на приобретение котлов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CE32AD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="00BF4330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-дар-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ствен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ные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E32AD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4330" w:rsidRPr="00CE32AD" w:rsidRDefault="00BF4330" w:rsidP="00D64225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30" w:rsidRPr="00CE32AD" w:rsidRDefault="00BF4330" w:rsidP="00D642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319EB" w:rsidRPr="00CE32AD" w:rsidTr="00D319EB">
        <w:trPr>
          <w:cantSplit/>
          <w:trHeight w:val="165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EB" w:rsidRPr="00CE32AD" w:rsidRDefault="00D319EB" w:rsidP="009F720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9EB" w:rsidRPr="00CE32AD" w:rsidRDefault="00D319EB" w:rsidP="009F720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 на приобретение автотранспортных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9EB" w:rsidRPr="00CE32AD" w:rsidRDefault="00D319EB" w:rsidP="009F720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9EB" w:rsidRPr="00CE32AD" w:rsidRDefault="00D319EB" w:rsidP="009F72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-дар-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ствен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ные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EB" w:rsidRPr="00CE32AD" w:rsidRDefault="00D319EB" w:rsidP="009F7206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2070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19EB" w:rsidRPr="00CE32AD" w:rsidRDefault="00D319EB" w:rsidP="009F7206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9EB" w:rsidRPr="00CE32AD" w:rsidRDefault="00D319EB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584D59" w:rsidRPr="00CE32AD" w:rsidTr="00D319EB">
        <w:trPr>
          <w:cantSplit/>
          <w:trHeight w:val="1651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4.5.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Модернизация (капитальный ремонт, реконструкция) региональных и муниципальных детских школ искусств по видам иск</w:t>
            </w:r>
            <w:r w:rsidR="007C07DA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усств, в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D59" w:rsidRPr="00CE32AD" w:rsidRDefault="00CE32AD" w:rsidP="00F1603C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ини</w:t>
            </w:r>
            <w:r w:rsidR="00F1603C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стерство</w:t>
            </w:r>
            <w:proofErr w:type="spellEnd"/>
            <w:proofErr w:type="gramEnd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</w:t>
            </w:r>
            <w:r w:rsidR="00F1603C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туры и туризма </w:t>
            </w:r>
            <w:proofErr w:type="spellStart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</w:t>
            </w:r>
            <w:r w:rsidR="00F1603C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ской</w:t>
            </w:r>
            <w:proofErr w:type="spellEnd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D59" w:rsidRPr="00CE32AD" w:rsidRDefault="00CE32AD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ми</w:t>
            </w:r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ни</w:t>
            </w:r>
            <w:r w:rsidR="00F1603C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стерство</w:t>
            </w:r>
            <w:proofErr w:type="spellEnd"/>
            <w:proofErr w:type="gramEnd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</w:t>
            </w:r>
            <w:r w:rsidR="00F1603C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туры и туризма </w:t>
            </w:r>
            <w:proofErr w:type="spellStart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</w:t>
            </w:r>
            <w:r w:rsidR="00F1603C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ской</w:t>
            </w:r>
            <w:proofErr w:type="spellEnd"/>
            <w:r w:rsidR="00584D59"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13521,99467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DC33B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13521,99467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DC33B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DC33B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584D59" w:rsidRPr="00CE32AD" w:rsidTr="002A1988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59" w:rsidRPr="00CE32AD" w:rsidRDefault="00584D59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</w:t>
            </w:r>
            <w:proofErr w:type="spellEnd"/>
            <w:r w:rsid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79537,0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DC33B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79537,0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DC33B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D59" w:rsidRPr="00CE32AD" w:rsidRDefault="00584D59" w:rsidP="00DC33B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4D59" w:rsidRPr="00CE32AD" w:rsidRDefault="00584D59" w:rsidP="00DC33BE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84D59" w:rsidRPr="00CE32AD" w:rsidRDefault="00584D59" w:rsidP="00584D5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D319EB">
        <w:trPr>
          <w:cantSplit/>
          <w:trHeight w:val="1556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ини-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стерство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куль-туры и туризма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ми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ни-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стерство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куль-туры и туризма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13521,99467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13521,99467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A1988" w:rsidRPr="00CE32AD" w:rsidTr="00D319EB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88" w:rsidRPr="00CE32AD" w:rsidRDefault="002A1988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88" w:rsidRPr="00CE32AD" w:rsidRDefault="002A1988" w:rsidP="002A198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88" w:rsidRPr="00CE32AD" w:rsidRDefault="002A1988" w:rsidP="002A1988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88" w:rsidRPr="00CE32AD" w:rsidRDefault="002A1988" w:rsidP="002A19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88" w:rsidRPr="00CE32AD" w:rsidRDefault="002A1988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A1988" w:rsidRPr="00CE32AD" w:rsidRDefault="002A1988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79537,0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A1988" w:rsidRPr="00CE32AD" w:rsidRDefault="002A1988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79537,0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1988" w:rsidRPr="00CE32AD" w:rsidRDefault="002A1988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A1988" w:rsidRPr="00CE32AD" w:rsidRDefault="002A1988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988" w:rsidRPr="00CE32AD" w:rsidRDefault="002A1988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988" w:rsidRPr="00CE32AD" w:rsidRDefault="002A1988" w:rsidP="002A198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88" w:rsidRPr="00CE32AD" w:rsidRDefault="002A1988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D319EB">
        <w:trPr>
          <w:cantSplit/>
          <w:trHeight w:val="15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lastRenderedPageBreak/>
              <w:t>4.6.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ини-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стерство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куль-туры и туризма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ми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ни-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стерство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куль-туры и туризма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highlight w:val="cyan"/>
              </w:rPr>
            </w:pPr>
            <w:r w:rsidRPr="00CE32AD">
              <w:rPr>
                <w:spacing w:val="-2"/>
                <w:sz w:val="24"/>
                <w:szCs w:val="24"/>
              </w:rPr>
              <w:t>1254,65494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1254,65494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A1988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5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A1988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Задача 5. Реализация регионального проекта «Цифровая образовательная среда (Рязанская область)», направленного на достижение результатов реализации федерального проекта «Цифровая образовательная среда»,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179696,66018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81879,38268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38764,8234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21439,73638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19039,44402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18573,2737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2 центров цифрового образования «IT-куб»</w:t>
            </w:r>
          </w:p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DF7F98">
        <w:trPr>
          <w:cantSplit/>
          <w:trHeight w:val="1494"/>
        </w:trPr>
        <w:tc>
          <w:tcPr>
            <w:tcW w:w="5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982,76598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373,03608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609,72990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DF7F98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8361D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31776,1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12061,5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19714,6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E353E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E35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830251">
        <w:trPr>
          <w:cantSplit/>
          <w:trHeight w:val="155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центров цифрового образования детей, в том числе:</w:t>
            </w:r>
          </w:p>
          <w:p w:rsidR="00CE32AD" w:rsidRPr="00CE32AD" w:rsidRDefault="00CE32AD" w:rsidP="006B646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5A53AC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Default="00CE32AD" w:rsidP="00C50D8D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CE32AD" w:rsidRPr="00CE32AD" w:rsidRDefault="00CE32AD" w:rsidP="00C50D8D">
            <w:pPr>
              <w:ind w:left="113" w:right="113"/>
              <w:jc w:val="right"/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179696,</w:t>
            </w:r>
            <w:r w:rsidRPr="00CE32AD">
              <w:t>66018</w:t>
            </w:r>
          </w:p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81879,38268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38764,8234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21439,73638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19039,44402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6B646C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18573,2737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A1448A">
        <w:trPr>
          <w:cantSplit/>
          <w:trHeight w:val="1489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982,76598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373,03608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609,72990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7C6A7D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31776,1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12061,5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19714,60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6B646C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6B64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7C6A7D">
        <w:trPr>
          <w:cantSplit/>
          <w:trHeight w:val="1302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на иные цели государственным автономным учреждениям на создание центра цифрового образования детей «IT-куб» (приобретение оборудования)</w:t>
            </w:r>
          </w:p>
          <w:p w:rsidR="00CE32AD" w:rsidRPr="00CE32AD" w:rsidRDefault="00CE32AD" w:rsidP="00E5261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ГАУ РО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982,76598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373,03608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E52617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609,72990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7C6A7D">
        <w:trPr>
          <w:cantSplit/>
          <w:trHeight w:val="190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31776,1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12061,5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7D4398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19714,60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E52617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E526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7C6A7D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24F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24F9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на выполнение государственного задания государственным автономным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24F94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2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ГАУ РО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24F94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75735,77618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3879,38268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12803,9394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24F94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21439,73638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24F94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19039,44402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24F94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18573,27370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24F94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2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автономным учреждениям на иные цели на подготовку проектной, сметной документации, проведение капитального ремонта имущества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ГАУ РО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103960,884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78000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25960,884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3600A1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Задача 6. Реализация регионального проекта «Успех каждого ребенка (Рязанская область)», направленного на достижение результатов реализации федерального проекта «Успех каждого ребенка»,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49143,96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34642,83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Default="00CE32AD" w:rsidP="00845652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доли детей в возрасте от 5 до 18 лет, охваченных д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ополнительным образованием, до 74,5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%; </w:t>
            </w:r>
          </w:p>
          <w:p w:rsidR="00CE32AD" w:rsidRPr="00CE32AD" w:rsidRDefault="00CE32AD" w:rsidP="00845652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числа детей, охваченных деятельностью</w:t>
            </w:r>
          </w:p>
          <w:p w:rsidR="00CE32AD" w:rsidRPr="00CE32AD" w:rsidRDefault="00CE32AD" w:rsidP="00845652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детских технопарков «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» (мобильных технопарков «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») 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других проектов, направленных на обеспечение доступности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845652"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дополнительных</w:t>
            </w: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6735,04639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508,01443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6088,56186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89,01649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49,45361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360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217766,5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196863,5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2878,2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1599,0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общеобразователь-ных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программ естественно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научной и технической направленностей, соответствующих приоритетным направлениям технологического развития Российской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Федерации, до 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,5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тыс. человек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 2020 году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вовлечение 0,0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407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млн. человек в число участников открытых онлайн-уроков,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реализуемых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учетом опыта цикла открытых уроков «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Проектория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», «Уроки настоящего» или иных 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аналогичных по возможностям, функциям и результатам проектов, направленных на раннюю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профориентацию;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числа детей, получивших</w:t>
            </w: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6.1.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детских технопарков «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6.2.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мобильных технопарков «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»,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ГАУ РО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19334,84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508,01443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508,01443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D319EB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D319EB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CE32AD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рекомендации по построению индивидуального учебного плана в соответствии с выбранными профессиональными компетенциями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(профессиональными </w:t>
            </w:r>
            <w:proofErr w:type="gramEnd"/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областями деятельности), в том числе по итогам участия в проекте «Билет в будущее», до 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,1 тыс. человек;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создание 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мобильн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ого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технопарк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»;</w:t>
            </w:r>
          </w:p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увеличение доли детей с ограниченными возможностями здоровья, осваивающих дополнительные общеобразовательные программы, в том числе </w:t>
            </w:r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proofErr w:type="gramEnd"/>
          </w:p>
        </w:tc>
      </w:tr>
      <w:tr w:rsidR="00CE32AD" w:rsidRPr="00CE32AD" w:rsidTr="00D319EB">
        <w:trPr>
          <w:cantSplit/>
          <w:trHeight w:val="1688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 на создание мобильных технопарков «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Кванториум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ГАУ РО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508,01443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508,01443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  <w:p w:rsidR="00CE32AD" w:rsidRPr="00CE32AD" w:rsidRDefault="00CE32AD" w:rsidP="00262ECA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505061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на выполнение государственного задания государственным автономным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ГАУ РО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област-ной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бюджет</w:t>
            </w:r>
            <w:proofErr w:type="spellEnd"/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19334,84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4833,71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использование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м дистанционных технологий, до 46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%;</w:t>
            </w:r>
          </w:p>
          <w:p w:rsidR="00845652" w:rsidRPr="00845652" w:rsidRDefault="00845652" w:rsidP="008456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45652">
              <w:rPr>
                <w:rFonts w:ascii="Times New Roman" w:hAnsi="Times New Roman"/>
                <w:sz w:val="24"/>
                <w:szCs w:val="24"/>
              </w:rPr>
              <w:t>внедрение в 2020 году методических рекомендации по механизмам вовлечения общественно-деловых объединений и участия представителей работодателей в принятии решений по вопросам управления развитием образовательной организации, в том числе в обновлении образовательных программ;</w:t>
            </w:r>
          </w:p>
          <w:p w:rsidR="00CE32AD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45652">
              <w:rPr>
                <w:rFonts w:ascii="Times New Roman" w:hAnsi="Times New Roman"/>
                <w:sz w:val="24"/>
                <w:szCs w:val="24"/>
              </w:rPr>
              <w:t>создание и функционирование регионального центра выявления, поддержки и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652">
              <w:rPr>
                <w:rFonts w:ascii="Times New Roman" w:hAnsi="Times New Roman"/>
                <w:sz w:val="24"/>
                <w:szCs w:val="24"/>
              </w:rPr>
              <w:t>способностей и талантов у детей и</w:t>
            </w:r>
          </w:p>
        </w:tc>
      </w:tr>
      <w:tr w:rsidR="00CE32AD" w:rsidRPr="00CE32AD" w:rsidTr="002E03B2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6.3.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ключевых центров дополнительного образования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2E03B2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6.4.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центров выявления и поддержки одаренных детей,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29809,12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29809,12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84D77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6088,56186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</w:p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6088,56186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196863,5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  <w:lang w:val="en-US"/>
              </w:rPr>
            </w:pPr>
            <w:r w:rsidRPr="00CE32AD">
              <w:rPr>
                <w:spacing w:val="-2"/>
                <w:sz w:val="24"/>
                <w:szCs w:val="24"/>
                <w:lang w:val="en-US"/>
              </w:rPr>
              <w:t>196863,5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Субсидии государственным образовательным организациям на иные цели на подготовку проектной документации, проведение государственной экспертизы разделов проектной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докумен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тации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, подготовленных для проведения капитального ремонта объектов капитального строи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>тельства;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84565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проведение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капитального ремонта имущества государственных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-дар-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ствен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ные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29809,12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AD" w:rsidRPr="00CE32AD" w:rsidRDefault="00CE32AD" w:rsidP="00262ECA">
            <w:pPr>
              <w:pStyle w:val="ConsPlusNormal"/>
              <w:jc w:val="center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AD" w:rsidRPr="00CE32AD" w:rsidRDefault="00CE32AD" w:rsidP="00262ECA">
            <w:pPr>
              <w:pStyle w:val="ConsPlusNormal"/>
              <w:jc w:val="center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AD" w:rsidRPr="00CE32AD" w:rsidRDefault="00CE32AD" w:rsidP="00262ECA">
            <w:pPr>
              <w:pStyle w:val="ConsPlusNormal"/>
              <w:jc w:val="center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AD" w:rsidRPr="00CE32AD" w:rsidRDefault="00CE32AD" w:rsidP="00262ECA">
            <w:pPr>
              <w:pStyle w:val="ConsPlusNormal"/>
              <w:jc w:val="center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AD" w:rsidRPr="00CE32AD" w:rsidRDefault="00CE32AD" w:rsidP="00262ECA">
            <w:pPr>
              <w:pStyle w:val="ConsPlusNormal"/>
              <w:jc w:val="center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29809,12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845652" w:rsidRDefault="00845652" w:rsidP="008456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45652">
              <w:rPr>
                <w:rFonts w:ascii="Times New Roman" w:hAnsi="Times New Roman"/>
                <w:sz w:val="24"/>
                <w:szCs w:val="24"/>
              </w:rPr>
              <w:t>молодежи;</w:t>
            </w:r>
          </w:p>
          <w:p w:rsidR="00845652" w:rsidRPr="00845652" w:rsidRDefault="00845652" w:rsidP="008456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5652">
              <w:rPr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– 0,482 тыс. ед.;</w:t>
            </w:r>
          </w:p>
          <w:p w:rsidR="00CE32AD" w:rsidRDefault="00845652" w:rsidP="008456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565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</w:t>
            </w:r>
          </w:p>
          <w:p w:rsidR="00845652" w:rsidRPr="00845652" w:rsidRDefault="00845652" w:rsidP="008456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5652">
              <w:rPr>
                <w:sz w:val="24"/>
                <w:szCs w:val="24"/>
              </w:rPr>
              <w:t>количества детей, принявших участие в открытых онлайн-уроках, реализуемых с учетом опыта цикла открытых уроков «</w:t>
            </w:r>
            <w:proofErr w:type="spellStart"/>
            <w:r w:rsidRPr="00845652">
              <w:rPr>
                <w:sz w:val="24"/>
                <w:szCs w:val="24"/>
              </w:rPr>
              <w:t>Проектория</w:t>
            </w:r>
            <w:proofErr w:type="spellEnd"/>
            <w:r w:rsidRPr="00845652">
              <w:rPr>
                <w:sz w:val="24"/>
                <w:szCs w:val="24"/>
              </w:rPr>
              <w:t>», направленных на раннюю профориентацию, до 0,0402 млн. чел.;</w:t>
            </w:r>
          </w:p>
          <w:p w:rsidR="00845652" w:rsidRPr="005031EF" w:rsidRDefault="00845652" w:rsidP="0084565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31EF">
              <w:rPr>
                <w:sz w:val="24"/>
                <w:szCs w:val="24"/>
              </w:rPr>
              <w:t>внедрена и функционирует</w:t>
            </w:r>
            <w:r>
              <w:rPr>
                <w:sz w:val="24"/>
                <w:szCs w:val="24"/>
              </w:rPr>
              <w:t xml:space="preserve">  </w:t>
            </w:r>
            <w:r w:rsidRPr="005031EF">
              <w:rPr>
                <w:sz w:val="24"/>
                <w:szCs w:val="24"/>
              </w:rPr>
              <w:t>Целевая модель развития региональных систем дополнительного образования детей;</w:t>
            </w:r>
          </w:p>
          <w:p w:rsidR="00845652" w:rsidRPr="00CE32AD" w:rsidRDefault="00845652" w:rsidP="0084565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031EF">
              <w:rPr>
                <w:rFonts w:ascii="Times New Roman" w:hAnsi="Times New Roman"/>
                <w:sz w:val="24"/>
                <w:szCs w:val="24"/>
              </w:rPr>
              <w:t>увеличение количества детей,</w:t>
            </w:r>
          </w:p>
        </w:tc>
      </w:tr>
      <w:tr w:rsidR="00CE32AD" w:rsidRPr="00CE32AD" w:rsidTr="00CE32AD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 на создание центров выявления и поддержки одаренных детей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6088,56186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6088,56186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E32AD" w:rsidRPr="00CE32AD" w:rsidTr="00845652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феде-ральный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196863,5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32AD" w:rsidRPr="00CE32AD" w:rsidRDefault="00CE32AD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196863,5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32AD" w:rsidRPr="00CE32AD" w:rsidRDefault="00CE32AD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D" w:rsidRPr="00CE32AD" w:rsidRDefault="00CE32AD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845652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845652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6.5.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всех направленностей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образо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образо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96602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138,4701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966022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966022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89,01649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652" w:rsidRPr="00CE32AD" w:rsidRDefault="00845652" w:rsidP="00966022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49,45361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845652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96602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96602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96602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96602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феде-раль-ный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4477,2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966022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966022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2878,2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652" w:rsidRPr="00CE32AD" w:rsidRDefault="00845652" w:rsidP="00966022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1599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5652" w:rsidRPr="005031EF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31EF">
              <w:rPr>
                <w:rFonts w:ascii="Times New Roman" w:hAnsi="Times New Roman"/>
                <w:sz w:val="24"/>
                <w:szCs w:val="24"/>
              </w:rPr>
              <w:t>принявших участие в мероприятиях по профессиональной ориентации в рамках</w:t>
            </w:r>
            <w:proofErr w:type="gramEnd"/>
          </w:p>
          <w:p w:rsidR="00845652" w:rsidRPr="005031EF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31EF">
              <w:rPr>
                <w:rFonts w:ascii="Times New Roman" w:hAnsi="Times New Roman"/>
                <w:sz w:val="24"/>
                <w:szCs w:val="24"/>
              </w:rPr>
              <w:t>реализации проекта «Билет в будущее», до 7,044 тыс. чел.</w:t>
            </w:r>
          </w:p>
        </w:tc>
      </w:tr>
      <w:tr w:rsidR="00845652" w:rsidRPr="00CE32AD" w:rsidTr="00845652">
        <w:trPr>
          <w:cantSplit/>
          <w:trHeight w:val="244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бюджетам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муниципальным образованиям Рязанской области на создание новых мест в образовательных организациях различных типов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для реализации дополнительных общеразвивающих программ всех направленностей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образо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образо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845652" w:rsidRDefault="00845652" w:rsidP="0084565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116,21598</w:t>
            </w:r>
          </w:p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66,76237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49,45361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845652">
        <w:trPr>
          <w:cantSplit/>
          <w:trHeight w:val="2447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феде-раль-ный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845652" w:rsidRDefault="00845652" w:rsidP="0084565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3757,65</w:t>
            </w:r>
          </w:p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2158,65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1599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845652" w:rsidRDefault="00845652" w:rsidP="00966022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845652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845652">
        <w:trPr>
          <w:cantSplit/>
          <w:trHeight w:val="244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84565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субсидии государственным образовательным организациям на иные цели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Мин-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зование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Рязан-ской</w:t>
            </w:r>
            <w:proofErr w:type="spellEnd"/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госу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-дар-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ствен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ные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обра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-зова-тельные </w:t>
            </w: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органи-зации</w:t>
            </w:r>
            <w:proofErr w:type="spellEnd"/>
            <w:proofErr w:type="gramEnd"/>
          </w:p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бюд-жет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*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22,25412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22,25412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CE2E1A">
        <w:trPr>
          <w:cantSplit/>
          <w:trHeight w:val="1134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феде-раль-ный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719,55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719,55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845652">
        <w:trPr>
          <w:cantSplit/>
          <w:trHeight w:val="167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2814846,74291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164613,828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97243,00027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117200,86164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352672,01152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185505,28915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290886,96574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366549,8808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412165,52576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160407,55331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190350,33086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238625,74793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238625,74793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845652">
        <w:trPr>
          <w:cantSplit/>
          <w:trHeight w:val="162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област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-ной</w:t>
            </w:r>
            <w:proofErr w:type="gram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2413733,24291</w:t>
            </w:r>
          </w:p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164613,828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97243,00027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117200,86164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295549,81152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170593,58915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278825,46574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270587,0808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215302,02576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157529,35331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169036,73086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238625,74793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238625,74793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845652" w:rsidRPr="00CE32AD" w:rsidTr="00845652">
        <w:trPr>
          <w:cantSplit/>
          <w:trHeight w:val="113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феде-раль-ный</w:t>
            </w:r>
            <w:proofErr w:type="spellEnd"/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401113,5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57122,2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14911,7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12061,5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95962,8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196863,5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2878,20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652" w:rsidRPr="00CE32AD" w:rsidRDefault="00845652" w:rsidP="00262ECA">
            <w:pPr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32AD">
              <w:rPr>
                <w:rFonts w:ascii="Times New Roman" w:hAnsi="Times New Roman"/>
                <w:spacing w:val="-2"/>
                <w:sz w:val="24"/>
                <w:szCs w:val="24"/>
              </w:rPr>
              <w:t>21313,60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652" w:rsidRPr="00CE32AD" w:rsidRDefault="00845652" w:rsidP="00262ECA">
            <w:pPr>
              <w:pStyle w:val="ConsPlusNormal"/>
              <w:ind w:left="113" w:right="113"/>
              <w:jc w:val="right"/>
              <w:rPr>
                <w:spacing w:val="-2"/>
                <w:sz w:val="24"/>
                <w:szCs w:val="24"/>
              </w:rPr>
            </w:pPr>
            <w:r w:rsidRPr="00CE32AD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52" w:rsidRPr="00CE32AD" w:rsidRDefault="00845652" w:rsidP="00CE32AD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68353A" w:rsidRPr="0068353A" w:rsidRDefault="00CE32AD" w:rsidP="00CE32AD">
      <w:pPr>
        <w:tabs>
          <w:tab w:val="left" w:pos="1179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ab/>
      </w:r>
    </w:p>
    <w:p w:rsidR="001A46C8" w:rsidRPr="00144290" w:rsidRDefault="001A46C8" w:rsidP="001A46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44290">
        <w:rPr>
          <w:rFonts w:ascii="Times New Roman" w:hAnsi="Times New Roman"/>
          <w:sz w:val="24"/>
          <w:szCs w:val="24"/>
        </w:rPr>
        <w:t xml:space="preserve">* </w:t>
      </w:r>
      <w:proofErr w:type="spellStart"/>
      <w:r w:rsidRPr="00144290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144290">
        <w:rPr>
          <w:rFonts w:ascii="Times New Roman" w:hAnsi="Times New Roman"/>
          <w:sz w:val="24"/>
          <w:szCs w:val="24"/>
        </w:rPr>
        <w:t xml:space="preserve"> в рамках соответствующего федерального проекта</w:t>
      </w:r>
      <w:proofErr w:type="gramStart"/>
      <w:r w:rsidRPr="00144290">
        <w:rPr>
          <w:rFonts w:ascii="Times New Roman" w:hAnsi="Times New Roman"/>
          <w:sz w:val="24"/>
          <w:szCs w:val="24"/>
        </w:rPr>
        <w:t>.</w:t>
      </w:r>
      <w:r w:rsidR="00DC4824">
        <w:rPr>
          <w:rFonts w:ascii="Times New Roman" w:hAnsi="Times New Roman"/>
          <w:sz w:val="24"/>
          <w:szCs w:val="24"/>
        </w:rPr>
        <w:t>»</w:t>
      </w:r>
      <w:r w:rsidR="00A84073">
        <w:rPr>
          <w:rFonts w:ascii="Times New Roman" w:hAnsi="Times New Roman"/>
          <w:sz w:val="24"/>
          <w:szCs w:val="24"/>
        </w:rPr>
        <w:t>.</w:t>
      </w:r>
      <w:proofErr w:type="gramEnd"/>
    </w:p>
    <w:p w:rsidR="00304D65" w:rsidRDefault="00304D65" w:rsidP="001A46C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E68B7" w:rsidRDefault="005E68B7" w:rsidP="005E68B7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3A5AFB" w:rsidRDefault="003A5AFB" w:rsidP="005E68B7">
      <w:pPr>
        <w:autoSpaceDE w:val="0"/>
        <w:autoSpaceDN w:val="0"/>
        <w:adjustRightInd w:val="0"/>
        <w:ind w:left="-113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A5AFB" w:rsidRDefault="003A5AFB" w:rsidP="005E68B7">
      <w:pPr>
        <w:autoSpaceDE w:val="0"/>
        <w:autoSpaceDN w:val="0"/>
        <w:adjustRightInd w:val="0"/>
        <w:ind w:left="-1134"/>
        <w:jc w:val="center"/>
        <w:outlineLvl w:val="0"/>
        <w:rPr>
          <w:rFonts w:ascii="Times New Roman" w:hAnsi="Times New Roman"/>
          <w:sz w:val="24"/>
          <w:szCs w:val="24"/>
        </w:rPr>
      </w:pPr>
    </w:p>
    <w:sectPr w:rsidR="003A5AFB" w:rsidSect="00845652">
      <w:headerReference w:type="default" r:id="rId12"/>
      <w:type w:val="continuous"/>
      <w:pgSz w:w="16834" w:h="11907" w:orient="landscape" w:code="9"/>
      <w:pgMar w:top="1134" w:right="851" w:bottom="1134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21" w:rsidRDefault="000A6C21">
      <w:r>
        <w:separator/>
      </w:r>
    </w:p>
  </w:endnote>
  <w:endnote w:type="continuationSeparator" w:id="0">
    <w:p w:rsidR="000A6C21" w:rsidRDefault="000A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95122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5238D8">
          <w:pPr>
            <w:pStyle w:val="a6"/>
          </w:pPr>
          <w:r w:rsidRPr="00A83363">
            <w:rPr>
              <w:noProof/>
            </w:rPr>
            <w:drawing>
              <wp:inline distT="0" distB="0" distL="0" distR="0" wp14:anchorId="3F11A9AC" wp14:editId="23A71476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951224" w:rsidRDefault="005238D8" w:rsidP="0095122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 w:rsidRPr="00951224"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BC8B8B3" wp14:editId="3E628FF5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951224" w:rsidRDefault="00845652" w:rsidP="00C453E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20377  01.03.2021 12:18:26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951224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951224" w:rsidRDefault="00876034" w:rsidP="0095122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951224" w:rsidTr="00951224">
      <w:tc>
        <w:tcPr>
          <w:tcW w:w="2538" w:type="dxa"/>
        </w:tcPr>
        <w:p w:rsidR="00876034" w:rsidRPr="0095122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951224" w:rsidRDefault="00876034" w:rsidP="0095122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951224" w:rsidRDefault="00876034" w:rsidP="0095122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951224" w:rsidRDefault="00876034" w:rsidP="0095122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21" w:rsidRDefault="000A6C21">
      <w:r>
        <w:separator/>
      </w:r>
    </w:p>
  </w:footnote>
  <w:footnote w:type="continuationSeparator" w:id="0">
    <w:p w:rsidR="000A6C21" w:rsidRDefault="000A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F86B21">
      <w:rPr>
        <w:rStyle w:val="a8"/>
        <w:rFonts w:ascii="Times New Roman" w:hAnsi="Times New Roman"/>
        <w:noProof/>
        <w:sz w:val="28"/>
        <w:szCs w:val="28"/>
      </w:rPr>
      <w:t>23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3" type="#_x0000_t75" style="width:22.3pt;height:12.1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459152E"/>
    <w:multiLevelType w:val="hybridMultilevel"/>
    <w:tmpl w:val="8258FA6A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RXXgvn71W+cZkd/cZk+Y5yVgUqnEr9oj3wVB0Rwj8o2wsbzRSB99XQ/60v8vZ1p6q54bXjVb12lfN3V5ZyfhA==" w:salt="NGlTbrkYVygpKXkQYlpV0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44"/>
    <w:rsid w:val="00000AB4"/>
    <w:rsid w:val="00000C35"/>
    <w:rsid w:val="0001360F"/>
    <w:rsid w:val="00016792"/>
    <w:rsid w:val="0002058A"/>
    <w:rsid w:val="00024C0B"/>
    <w:rsid w:val="00025EBA"/>
    <w:rsid w:val="00030CB4"/>
    <w:rsid w:val="00031D96"/>
    <w:rsid w:val="000331B3"/>
    <w:rsid w:val="00033413"/>
    <w:rsid w:val="000346B3"/>
    <w:rsid w:val="000356B4"/>
    <w:rsid w:val="00037C0C"/>
    <w:rsid w:val="00037FBD"/>
    <w:rsid w:val="00045B37"/>
    <w:rsid w:val="000502A3"/>
    <w:rsid w:val="00050F95"/>
    <w:rsid w:val="00056DEB"/>
    <w:rsid w:val="00073A7A"/>
    <w:rsid w:val="00074819"/>
    <w:rsid w:val="00075E27"/>
    <w:rsid w:val="00076D5E"/>
    <w:rsid w:val="00077A0B"/>
    <w:rsid w:val="00084DD3"/>
    <w:rsid w:val="000864D1"/>
    <w:rsid w:val="00086CFC"/>
    <w:rsid w:val="00086E81"/>
    <w:rsid w:val="000917C0"/>
    <w:rsid w:val="00096E9C"/>
    <w:rsid w:val="000A31F6"/>
    <w:rsid w:val="000A41CD"/>
    <w:rsid w:val="000A606F"/>
    <w:rsid w:val="000A6C21"/>
    <w:rsid w:val="000B05B0"/>
    <w:rsid w:val="000B0736"/>
    <w:rsid w:val="000B50FB"/>
    <w:rsid w:val="000B663B"/>
    <w:rsid w:val="000B6DCB"/>
    <w:rsid w:val="000C0E31"/>
    <w:rsid w:val="000C4A4E"/>
    <w:rsid w:val="000D327A"/>
    <w:rsid w:val="000E2437"/>
    <w:rsid w:val="000E2F00"/>
    <w:rsid w:val="000E3AA5"/>
    <w:rsid w:val="000E5AC8"/>
    <w:rsid w:val="000F3E87"/>
    <w:rsid w:val="000F777D"/>
    <w:rsid w:val="001026E5"/>
    <w:rsid w:val="001034AC"/>
    <w:rsid w:val="00104917"/>
    <w:rsid w:val="0010762F"/>
    <w:rsid w:val="001101B8"/>
    <w:rsid w:val="00113B1E"/>
    <w:rsid w:val="00117393"/>
    <w:rsid w:val="00122CFD"/>
    <w:rsid w:val="00123195"/>
    <w:rsid w:val="00124882"/>
    <w:rsid w:val="0012724D"/>
    <w:rsid w:val="001303BC"/>
    <w:rsid w:val="0013456D"/>
    <w:rsid w:val="0013560C"/>
    <w:rsid w:val="00143873"/>
    <w:rsid w:val="00143E6D"/>
    <w:rsid w:val="00151370"/>
    <w:rsid w:val="00153166"/>
    <w:rsid w:val="00157259"/>
    <w:rsid w:val="001575E5"/>
    <w:rsid w:val="001610E0"/>
    <w:rsid w:val="00162E72"/>
    <w:rsid w:val="00164991"/>
    <w:rsid w:val="00175BE5"/>
    <w:rsid w:val="00176203"/>
    <w:rsid w:val="0018202D"/>
    <w:rsid w:val="00182FB7"/>
    <w:rsid w:val="00184C98"/>
    <w:rsid w:val="001850F4"/>
    <w:rsid w:val="00186A5F"/>
    <w:rsid w:val="00187B70"/>
    <w:rsid w:val="00190FF9"/>
    <w:rsid w:val="001913F1"/>
    <w:rsid w:val="001947BE"/>
    <w:rsid w:val="001951C1"/>
    <w:rsid w:val="001959F8"/>
    <w:rsid w:val="001A46C8"/>
    <w:rsid w:val="001A50C5"/>
    <w:rsid w:val="001A560F"/>
    <w:rsid w:val="001A5B6E"/>
    <w:rsid w:val="001B0982"/>
    <w:rsid w:val="001B32BA"/>
    <w:rsid w:val="001C0017"/>
    <w:rsid w:val="001C03E6"/>
    <w:rsid w:val="001C35C9"/>
    <w:rsid w:val="001D6737"/>
    <w:rsid w:val="001E005C"/>
    <w:rsid w:val="001E0317"/>
    <w:rsid w:val="001E20F1"/>
    <w:rsid w:val="001E7B55"/>
    <w:rsid w:val="001F12E8"/>
    <w:rsid w:val="001F16E4"/>
    <w:rsid w:val="001F228C"/>
    <w:rsid w:val="001F4563"/>
    <w:rsid w:val="001F64B8"/>
    <w:rsid w:val="001F7C83"/>
    <w:rsid w:val="00202101"/>
    <w:rsid w:val="002027F7"/>
    <w:rsid w:val="00203046"/>
    <w:rsid w:val="002039E5"/>
    <w:rsid w:val="00205AB5"/>
    <w:rsid w:val="00224DBA"/>
    <w:rsid w:val="00224F94"/>
    <w:rsid w:val="00225CB9"/>
    <w:rsid w:val="00231D76"/>
    <w:rsid w:val="00231F1C"/>
    <w:rsid w:val="00231FCA"/>
    <w:rsid w:val="00236AE1"/>
    <w:rsid w:val="00242AC6"/>
    <w:rsid w:val="00242DDB"/>
    <w:rsid w:val="00246670"/>
    <w:rsid w:val="00246D9B"/>
    <w:rsid w:val="002479A2"/>
    <w:rsid w:val="0025576F"/>
    <w:rsid w:val="0025773D"/>
    <w:rsid w:val="0026087E"/>
    <w:rsid w:val="00261DE0"/>
    <w:rsid w:val="00261F1D"/>
    <w:rsid w:val="00263235"/>
    <w:rsid w:val="00264DF9"/>
    <w:rsid w:val="00265420"/>
    <w:rsid w:val="0027072E"/>
    <w:rsid w:val="00274E14"/>
    <w:rsid w:val="00280A6D"/>
    <w:rsid w:val="002827BD"/>
    <w:rsid w:val="002840BF"/>
    <w:rsid w:val="002854E4"/>
    <w:rsid w:val="00286A50"/>
    <w:rsid w:val="00286ECA"/>
    <w:rsid w:val="00290CE8"/>
    <w:rsid w:val="002910C9"/>
    <w:rsid w:val="00291CF5"/>
    <w:rsid w:val="002953B6"/>
    <w:rsid w:val="002A1988"/>
    <w:rsid w:val="002A5961"/>
    <w:rsid w:val="002A5A21"/>
    <w:rsid w:val="002B3CC6"/>
    <w:rsid w:val="002B7A59"/>
    <w:rsid w:val="002C0CCB"/>
    <w:rsid w:val="002C6B4B"/>
    <w:rsid w:val="002C7E6B"/>
    <w:rsid w:val="002D208D"/>
    <w:rsid w:val="002D3740"/>
    <w:rsid w:val="002D4195"/>
    <w:rsid w:val="002D55B2"/>
    <w:rsid w:val="002D6B96"/>
    <w:rsid w:val="002E51A7"/>
    <w:rsid w:val="002E5728"/>
    <w:rsid w:val="002E5A5F"/>
    <w:rsid w:val="002E7B57"/>
    <w:rsid w:val="002F1507"/>
    <w:rsid w:val="002F1AE1"/>
    <w:rsid w:val="002F1CE6"/>
    <w:rsid w:val="002F1E81"/>
    <w:rsid w:val="002F56E4"/>
    <w:rsid w:val="002F6130"/>
    <w:rsid w:val="00300DA8"/>
    <w:rsid w:val="003033FE"/>
    <w:rsid w:val="00304A40"/>
    <w:rsid w:val="00304D65"/>
    <w:rsid w:val="00307A07"/>
    <w:rsid w:val="00310D92"/>
    <w:rsid w:val="003154EB"/>
    <w:rsid w:val="003160CB"/>
    <w:rsid w:val="00321D2B"/>
    <w:rsid w:val="003222A3"/>
    <w:rsid w:val="003311F8"/>
    <w:rsid w:val="00332230"/>
    <w:rsid w:val="0033452E"/>
    <w:rsid w:val="00334800"/>
    <w:rsid w:val="00336B7A"/>
    <w:rsid w:val="003423B0"/>
    <w:rsid w:val="0034263F"/>
    <w:rsid w:val="00352A16"/>
    <w:rsid w:val="00356793"/>
    <w:rsid w:val="00357148"/>
    <w:rsid w:val="003600A1"/>
    <w:rsid w:val="00360A40"/>
    <w:rsid w:val="00361292"/>
    <w:rsid w:val="003676B2"/>
    <w:rsid w:val="00381562"/>
    <w:rsid w:val="00384779"/>
    <w:rsid w:val="00385924"/>
    <w:rsid w:val="003870C2"/>
    <w:rsid w:val="00390E08"/>
    <w:rsid w:val="00391DBF"/>
    <w:rsid w:val="00392409"/>
    <w:rsid w:val="00394835"/>
    <w:rsid w:val="00395016"/>
    <w:rsid w:val="0039649F"/>
    <w:rsid w:val="003A4BE6"/>
    <w:rsid w:val="003A50CA"/>
    <w:rsid w:val="003A5AFB"/>
    <w:rsid w:val="003B2183"/>
    <w:rsid w:val="003C0C91"/>
    <w:rsid w:val="003C37DD"/>
    <w:rsid w:val="003C3DE5"/>
    <w:rsid w:val="003C3F4E"/>
    <w:rsid w:val="003D364E"/>
    <w:rsid w:val="003D3B8A"/>
    <w:rsid w:val="003D54F8"/>
    <w:rsid w:val="003F091D"/>
    <w:rsid w:val="003F1E47"/>
    <w:rsid w:val="003F2D3B"/>
    <w:rsid w:val="003F4F5E"/>
    <w:rsid w:val="003F532A"/>
    <w:rsid w:val="00400906"/>
    <w:rsid w:val="0040296C"/>
    <w:rsid w:val="00402C97"/>
    <w:rsid w:val="00407FFA"/>
    <w:rsid w:val="004102A7"/>
    <w:rsid w:val="00415328"/>
    <w:rsid w:val="0042140F"/>
    <w:rsid w:val="00423648"/>
    <w:rsid w:val="00424749"/>
    <w:rsid w:val="00424F5E"/>
    <w:rsid w:val="0042590E"/>
    <w:rsid w:val="0042711E"/>
    <w:rsid w:val="004304A4"/>
    <w:rsid w:val="004315FB"/>
    <w:rsid w:val="00431D71"/>
    <w:rsid w:val="00433C26"/>
    <w:rsid w:val="00435917"/>
    <w:rsid w:val="004359B6"/>
    <w:rsid w:val="00437F65"/>
    <w:rsid w:val="00440BB1"/>
    <w:rsid w:val="00441C32"/>
    <w:rsid w:val="00450636"/>
    <w:rsid w:val="0045081C"/>
    <w:rsid w:val="00455F1F"/>
    <w:rsid w:val="004571C1"/>
    <w:rsid w:val="00460FEA"/>
    <w:rsid w:val="00465D50"/>
    <w:rsid w:val="00466D9F"/>
    <w:rsid w:val="00472C03"/>
    <w:rsid w:val="004734B7"/>
    <w:rsid w:val="00481B88"/>
    <w:rsid w:val="00482820"/>
    <w:rsid w:val="00485B4F"/>
    <w:rsid w:val="004862D1"/>
    <w:rsid w:val="00496503"/>
    <w:rsid w:val="00497E6E"/>
    <w:rsid w:val="004A4BA5"/>
    <w:rsid w:val="004A6211"/>
    <w:rsid w:val="004A6DF0"/>
    <w:rsid w:val="004B2D5A"/>
    <w:rsid w:val="004B3400"/>
    <w:rsid w:val="004B3FBA"/>
    <w:rsid w:val="004B6460"/>
    <w:rsid w:val="004B6A19"/>
    <w:rsid w:val="004C041B"/>
    <w:rsid w:val="004C0984"/>
    <w:rsid w:val="004C743B"/>
    <w:rsid w:val="004C79EB"/>
    <w:rsid w:val="004D293D"/>
    <w:rsid w:val="004E5FB1"/>
    <w:rsid w:val="004F44FE"/>
    <w:rsid w:val="004F4A5B"/>
    <w:rsid w:val="005053D7"/>
    <w:rsid w:val="00512A47"/>
    <w:rsid w:val="00514C3A"/>
    <w:rsid w:val="00517247"/>
    <w:rsid w:val="005238D8"/>
    <w:rsid w:val="005254E4"/>
    <w:rsid w:val="00530772"/>
    <w:rsid w:val="00531C68"/>
    <w:rsid w:val="00532119"/>
    <w:rsid w:val="005335F3"/>
    <w:rsid w:val="00534559"/>
    <w:rsid w:val="005439AD"/>
    <w:rsid w:val="00543C38"/>
    <w:rsid w:val="00543D2D"/>
    <w:rsid w:val="00544D83"/>
    <w:rsid w:val="0054512D"/>
    <w:rsid w:val="00545A3D"/>
    <w:rsid w:val="00546DBB"/>
    <w:rsid w:val="00550430"/>
    <w:rsid w:val="00550704"/>
    <w:rsid w:val="0055112E"/>
    <w:rsid w:val="00551C63"/>
    <w:rsid w:val="00556350"/>
    <w:rsid w:val="00561A5B"/>
    <w:rsid w:val="00562B8C"/>
    <w:rsid w:val="00563DB1"/>
    <w:rsid w:val="0057074C"/>
    <w:rsid w:val="0057181B"/>
    <w:rsid w:val="00571DFE"/>
    <w:rsid w:val="00573A83"/>
    <w:rsid w:val="00573FBF"/>
    <w:rsid w:val="00574F61"/>
    <w:rsid w:val="00574FF3"/>
    <w:rsid w:val="00576C0A"/>
    <w:rsid w:val="00577D2D"/>
    <w:rsid w:val="00582538"/>
    <w:rsid w:val="0058302B"/>
    <w:rsid w:val="00583685"/>
    <w:rsid w:val="005838EA"/>
    <w:rsid w:val="00584D59"/>
    <w:rsid w:val="00585EE1"/>
    <w:rsid w:val="00590C0E"/>
    <w:rsid w:val="005924FB"/>
    <w:rsid w:val="005939E6"/>
    <w:rsid w:val="00593E3C"/>
    <w:rsid w:val="0059634F"/>
    <w:rsid w:val="005A2D7F"/>
    <w:rsid w:val="005A4227"/>
    <w:rsid w:val="005A53AC"/>
    <w:rsid w:val="005A5CD9"/>
    <w:rsid w:val="005A5E54"/>
    <w:rsid w:val="005B229B"/>
    <w:rsid w:val="005B3518"/>
    <w:rsid w:val="005B6F9F"/>
    <w:rsid w:val="005B7A5E"/>
    <w:rsid w:val="005B7C20"/>
    <w:rsid w:val="005C11BF"/>
    <w:rsid w:val="005C28C7"/>
    <w:rsid w:val="005C2D09"/>
    <w:rsid w:val="005C56AE"/>
    <w:rsid w:val="005C7099"/>
    <w:rsid w:val="005C7449"/>
    <w:rsid w:val="005D08EB"/>
    <w:rsid w:val="005D2FE3"/>
    <w:rsid w:val="005E68B7"/>
    <w:rsid w:val="005E6D99"/>
    <w:rsid w:val="005F0E5F"/>
    <w:rsid w:val="005F1353"/>
    <w:rsid w:val="005F1B1A"/>
    <w:rsid w:val="005F248E"/>
    <w:rsid w:val="005F2861"/>
    <w:rsid w:val="005F2ADD"/>
    <w:rsid w:val="005F2C49"/>
    <w:rsid w:val="005F447C"/>
    <w:rsid w:val="005F7A21"/>
    <w:rsid w:val="005F7CEB"/>
    <w:rsid w:val="006013EB"/>
    <w:rsid w:val="00601999"/>
    <w:rsid w:val="0060479E"/>
    <w:rsid w:val="00604BE7"/>
    <w:rsid w:val="006070FE"/>
    <w:rsid w:val="00611027"/>
    <w:rsid w:val="00611A46"/>
    <w:rsid w:val="00612967"/>
    <w:rsid w:val="00616AED"/>
    <w:rsid w:val="00616D4D"/>
    <w:rsid w:val="00617468"/>
    <w:rsid w:val="00620762"/>
    <w:rsid w:val="006278D5"/>
    <w:rsid w:val="00632A4F"/>
    <w:rsid w:val="00632B56"/>
    <w:rsid w:val="006351E3"/>
    <w:rsid w:val="00636D2A"/>
    <w:rsid w:val="006377E7"/>
    <w:rsid w:val="00642DEF"/>
    <w:rsid w:val="00644236"/>
    <w:rsid w:val="00645FCE"/>
    <w:rsid w:val="006471E5"/>
    <w:rsid w:val="00650217"/>
    <w:rsid w:val="0065242A"/>
    <w:rsid w:val="00653A14"/>
    <w:rsid w:val="00653D08"/>
    <w:rsid w:val="00663511"/>
    <w:rsid w:val="006717F0"/>
    <w:rsid w:val="00671D3B"/>
    <w:rsid w:val="00674B22"/>
    <w:rsid w:val="0068050D"/>
    <w:rsid w:val="00681C05"/>
    <w:rsid w:val="0068353A"/>
    <w:rsid w:val="00683A81"/>
    <w:rsid w:val="00684A5B"/>
    <w:rsid w:val="00685330"/>
    <w:rsid w:val="00685CFF"/>
    <w:rsid w:val="00692404"/>
    <w:rsid w:val="006A1F71"/>
    <w:rsid w:val="006A793C"/>
    <w:rsid w:val="006B17E2"/>
    <w:rsid w:val="006B2AC0"/>
    <w:rsid w:val="006B2B69"/>
    <w:rsid w:val="006B646C"/>
    <w:rsid w:val="006C61FC"/>
    <w:rsid w:val="006C63E1"/>
    <w:rsid w:val="006D4F6C"/>
    <w:rsid w:val="006E1D56"/>
    <w:rsid w:val="006E4E12"/>
    <w:rsid w:val="006F2DF4"/>
    <w:rsid w:val="006F328B"/>
    <w:rsid w:val="006F4899"/>
    <w:rsid w:val="006F5886"/>
    <w:rsid w:val="006F6BA3"/>
    <w:rsid w:val="006F76B3"/>
    <w:rsid w:val="00700DF7"/>
    <w:rsid w:val="0070158A"/>
    <w:rsid w:val="00707734"/>
    <w:rsid w:val="00707E19"/>
    <w:rsid w:val="00712F7C"/>
    <w:rsid w:val="007140E9"/>
    <w:rsid w:val="00717FD7"/>
    <w:rsid w:val="00720547"/>
    <w:rsid w:val="0072100D"/>
    <w:rsid w:val="00721CD6"/>
    <w:rsid w:val="00721D01"/>
    <w:rsid w:val="0072328A"/>
    <w:rsid w:val="00726373"/>
    <w:rsid w:val="0073052D"/>
    <w:rsid w:val="007377B5"/>
    <w:rsid w:val="007439D1"/>
    <w:rsid w:val="007469B9"/>
    <w:rsid w:val="00746CC2"/>
    <w:rsid w:val="0074728B"/>
    <w:rsid w:val="00747E62"/>
    <w:rsid w:val="00753ED9"/>
    <w:rsid w:val="007547ED"/>
    <w:rsid w:val="00757144"/>
    <w:rsid w:val="00760323"/>
    <w:rsid w:val="00760E7E"/>
    <w:rsid w:val="00765600"/>
    <w:rsid w:val="00766238"/>
    <w:rsid w:val="00773174"/>
    <w:rsid w:val="00775BD6"/>
    <w:rsid w:val="00776429"/>
    <w:rsid w:val="007769FE"/>
    <w:rsid w:val="00781ED9"/>
    <w:rsid w:val="00782440"/>
    <w:rsid w:val="00784A78"/>
    <w:rsid w:val="0078552E"/>
    <w:rsid w:val="00785B8E"/>
    <w:rsid w:val="007860FC"/>
    <w:rsid w:val="00786B56"/>
    <w:rsid w:val="007877F4"/>
    <w:rsid w:val="00787C67"/>
    <w:rsid w:val="00791C9F"/>
    <w:rsid w:val="00792AAB"/>
    <w:rsid w:val="00793B47"/>
    <w:rsid w:val="007965BB"/>
    <w:rsid w:val="00797319"/>
    <w:rsid w:val="007977ED"/>
    <w:rsid w:val="007A1D0C"/>
    <w:rsid w:val="007A2A7B"/>
    <w:rsid w:val="007A3DF6"/>
    <w:rsid w:val="007A587F"/>
    <w:rsid w:val="007B18C6"/>
    <w:rsid w:val="007B3FAE"/>
    <w:rsid w:val="007C07DA"/>
    <w:rsid w:val="007C26A4"/>
    <w:rsid w:val="007C26F1"/>
    <w:rsid w:val="007C3A18"/>
    <w:rsid w:val="007C66EC"/>
    <w:rsid w:val="007C6962"/>
    <w:rsid w:val="007C6A7D"/>
    <w:rsid w:val="007D4398"/>
    <w:rsid w:val="007D4925"/>
    <w:rsid w:val="007D7263"/>
    <w:rsid w:val="007E2A3B"/>
    <w:rsid w:val="007E6B37"/>
    <w:rsid w:val="007F0C8A"/>
    <w:rsid w:val="007F11AB"/>
    <w:rsid w:val="007F5F6F"/>
    <w:rsid w:val="007F6BD7"/>
    <w:rsid w:val="00802000"/>
    <w:rsid w:val="008023D0"/>
    <w:rsid w:val="008058B8"/>
    <w:rsid w:val="00805C0D"/>
    <w:rsid w:val="00810534"/>
    <w:rsid w:val="008119DF"/>
    <w:rsid w:val="00811C32"/>
    <w:rsid w:val="008143CB"/>
    <w:rsid w:val="00823CA1"/>
    <w:rsid w:val="00824524"/>
    <w:rsid w:val="0082595A"/>
    <w:rsid w:val="00827DB1"/>
    <w:rsid w:val="00830251"/>
    <w:rsid w:val="00833412"/>
    <w:rsid w:val="008361D4"/>
    <w:rsid w:val="00837D50"/>
    <w:rsid w:val="00842B92"/>
    <w:rsid w:val="00843116"/>
    <w:rsid w:val="0084452A"/>
    <w:rsid w:val="00845652"/>
    <w:rsid w:val="00850D3E"/>
    <w:rsid w:val="00851291"/>
    <w:rsid w:val="008513B9"/>
    <w:rsid w:val="00854E33"/>
    <w:rsid w:val="00855DE1"/>
    <w:rsid w:val="00856A0D"/>
    <w:rsid w:val="00860E61"/>
    <w:rsid w:val="0086144E"/>
    <w:rsid w:val="0086414E"/>
    <w:rsid w:val="0086656C"/>
    <w:rsid w:val="008702CF"/>
    <w:rsid w:val="008702D3"/>
    <w:rsid w:val="008740DA"/>
    <w:rsid w:val="008745DD"/>
    <w:rsid w:val="00874CFA"/>
    <w:rsid w:val="00876034"/>
    <w:rsid w:val="00877961"/>
    <w:rsid w:val="00882186"/>
    <w:rsid w:val="008827E7"/>
    <w:rsid w:val="00885733"/>
    <w:rsid w:val="00886319"/>
    <w:rsid w:val="00890DA9"/>
    <w:rsid w:val="008929AD"/>
    <w:rsid w:val="00893196"/>
    <w:rsid w:val="008965E3"/>
    <w:rsid w:val="008A0154"/>
    <w:rsid w:val="008A1696"/>
    <w:rsid w:val="008A44F4"/>
    <w:rsid w:val="008A6236"/>
    <w:rsid w:val="008B6140"/>
    <w:rsid w:val="008B628E"/>
    <w:rsid w:val="008B6DCB"/>
    <w:rsid w:val="008C3A5C"/>
    <w:rsid w:val="008C40ED"/>
    <w:rsid w:val="008C58FE"/>
    <w:rsid w:val="008C675C"/>
    <w:rsid w:val="008C6BA3"/>
    <w:rsid w:val="008C7784"/>
    <w:rsid w:val="008D13CF"/>
    <w:rsid w:val="008D4142"/>
    <w:rsid w:val="008E0820"/>
    <w:rsid w:val="008E6C41"/>
    <w:rsid w:val="008F0816"/>
    <w:rsid w:val="008F12EE"/>
    <w:rsid w:val="008F1673"/>
    <w:rsid w:val="008F6BB7"/>
    <w:rsid w:val="008F715F"/>
    <w:rsid w:val="008F79C4"/>
    <w:rsid w:val="00900F42"/>
    <w:rsid w:val="00907DF7"/>
    <w:rsid w:val="009103DE"/>
    <w:rsid w:val="00914FC5"/>
    <w:rsid w:val="009172CB"/>
    <w:rsid w:val="00917518"/>
    <w:rsid w:val="00917F00"/>
    <w:rsid w:val="00923B8C"/>
    <w:rsid w:val="00932E3C"/>
    <w:rsid w:val="00935881"/>
    <w:rsid w:val="00937A90"/>
    <w:rsid w:val="00937CD7"/>
    <w:rsid w:val="00942640"/>
    <w:rsid w:val="00944A07"/>
    <w:rsid w:val="00951224"/>
    <w:rsid w:val="00952223"/>
    <w:rsid w:val="009573D3"/>
    <w:rsid w:val="00962862"/>
    <w:rsid w:val="0096436C"/>
    <w:rsid w:val="00966DF5"/>
    <w:rsid w:val="00974717"/>
    <w:rsid w:val="00986C54"/>
    <w:rsid w:val="00991911"/>
    <w:rsid w:val="00992D67"/>
    <w:rsid w:val="00995101"/>
    <w:rsid w:val="009976E9"/>
    <w:rsid w:val="009977FF"/>
    <w:rsid w:val="00997AFD"/>
    <w:rsid w:val="009A04CE"/>
    <w:rsid w:val="009A085B"/>
    <w:rsid w:val="009A11D0"/>
    <w:rsid w:val="009A4D7A"/>
    <w:rsid w:val="009A53BC"/>
    <w:rsid w:val="009A7944"/>
    <w:rsid w:val="009B3655"/>
    <w:rsid w:val="009C1DE6"/>
    <w:rsid w:val="009C1F0E"/>
    <w:rsid w:val="009C3B12"/>
    <w:rsid w:val="009C5B64"/>
    <w:rsid w:val="009D1053"/>
    <w:rsid w:val="009D1382"/>
    <w:rsid w:val="009D1C8B"/>
    <w:rsid w:val="009D3E8C"/>
    <w:rsid w:val="009D43AF"/>
    <w:rsid w:val="009D7969"/>
    <w:rsid w:val="009E3A0E"/>
    <w:rsid w:val="009E40F6"/>
    <w:rsid w:val="009F14E3"/>
    <w:rsid w:val="009F1699"/>
    <w:rsid w:val="009F5290"/>
    <w:rsid w:val="009F6885"/>
    <w:rsid w:val="009F6FF4"/>
    <w:rsid w:val="009F7388"/>
    <w:rsid w:val="00A02E4D"/>
    <w:rsid w:val="00A07338"/>
    <w:rsid w:val="00A11435"/>
    <w:rsid w:val="00A1314B"/>
    <w:rsid w:val="00A13160"/>
    <w:rsid w:val="00A137D3"/>
    <w:rsid w:val="00A1448A"/>
    <w:rsid w:val="00A150C0"/>
    <w:rsid w:val="00A16254"/>
    <w:rsid w:val="00A31A6B"/>
    <w:rsid w:val="00A35086"/>
    <w:rsid w:val="00A3663D"/>
    <w:rsid w:val="00A37771"/>
    <w:rsid w:val="00A41926"/>
    <w:rsid w:val="00A44A8F"/>
    <w:rsid w:val="00A45A65"/>
    <w:rsid w:val="00A51D96"/>
    <w:rsid w:val="00A730C3"/>
    <w:rsid w:val="00A76448"/>
    <w:rsid w:val="00A84073"/>
    <w:rsid w:val="00A860FE"/>
    <w:rsid w:val="00A86B54"/>
    <w:rsid w:val="00A91CF8"/>
    <w:rsid w:val="00A92A50"/>
    <w:rsid w:val="00A92CC1"/>
    <w:rsid w:val="00A95095"/>
    <w:rsid w:val="00A9640C"/>
    <w:rsid w:val="00A96F84"/>
    <w:rsid w:val="00AA61FF"/>
    <w:rsid w:val="00AB1133"/>
    <w:rsid w:val="00AB7603"/>
    <w:rsid w:val="00AC3953"/>
    <w:rsid w:val="00AC6A0D"/>
    <w:rsid w:val="00AC7150"/>
    <w:rsid w:val="00AC7198"/>
    <w:rsid w:val="00AD2819"/>
    <w:rsid w:val="00AD5A18"/>
    <w:rsid w:val="00AD61A2"/>
    <w:rsid w:val="00AD67EC"/>
    <w:rsid w:val="00AD7D2F"/>
    <w:rsid w:val="00AE0C02"/>
    <w:rsid w:val="00AE1DAC"/>
    <w:rsid w:val="00AE1DCA"/>
    <w:rsid w:val="00AE5811"/>
    <w:rsid w:val="00AE5D3A"/>
    <w:rsid w:val="00AE6A22"/>
    <w:rsid w:val="00AE7378"/>
    <w:rsid w:val="00AF19A8"/>
    <w:rsid w:val="00AF5E6E"/>
    <w:rsid w:val="00AF5F7C"/>
    <w:rsid w:val="00AF7208"/>
    <w:rsid w:val="00B02207"/>
    <w:rsid w:val="00B02208"/>
    <w:rsid w:val="00B0279E"/>
    <w:rsid w:val="00B02A1B"/>
    <w:rsid w:val="00B03403"/>
    <w:rsid w:val="00B038C6"/>
    <w:rsid w:val="00B04D11"/>
    <w:rsid w:val="00B10324"/>
    <w:rsid w:val="00B16AD6"/>
    <w:rsid w:val="00B22527"/>
    <w:rsid w:val="00B258FC"/>
    <w:rsid w:val="00B26313"/>
    <w:rsid w:val="00B32D1F"/>
    <w:rsid w:val="00B376B1"/>
    <w:rsid w:val="00B41431"/>
    <w:rsid w:val="00B43E53"/>
    <w:rsid w:val="00B47C6D"/>
    <w:rsid w:val="00B504FB"/>
    <w:rsid w:val="00B50FAB"/>
    <w:rsid w:val="00B51993"/>
    <w:rsid w:val="00B55F88"/>
    <w:rsid w:val="00B61C2C"/>
    <w:rsid w:val="00B61C55"/>
    <w:rsid w:val="00B620D9"/>
    <w:rsid w:val="00B62FA5"/>
    <w:rsid w:val="00B633DB"/>
    <w:rsid w:val="00B639ED"/>
    <w:rsid w:val="00B66A8C"/>
    <w:rsid w:val="00B706CC"/>
    <w:rsid w:val="00B71A7F"/>
    <w:rsid w:val="00B71C99"/>
    <w:rsid w:val="00B721A9"/>
    <w:rsid w:val="00B75E14"/>
    <w:rsid w:val="00B770B8"/>
    <w:rsid w:val="00B8061C"/>
    <w:rsid w:val="00B8193D"/>
    <w:rsid w:val="00B83BA2"/>
    <w:rsid w:val="00B853AA"/>
    <w:rsid w:val="00B8646B"/>
    <w:rsid w:val="00B875BF"/>
    <w:rsid w:val="00B91F62"/>
    <w:rsid w:val="00B92A64"/>
    <w:rsid w:val="00BA0DB4"/>
    <w:rsid w:val="00BA1D53"/>
    <w:rsid w:val="00BA2B4C"/>
    <w:rsid w:val="00BA32E5"/>
    <w:rsid w:val="00BB24ED"/>
    <w:rsid w:val="00BB2C98"/>
    <w:rsid w:val="00BB320B"/>
    <w:rsid w:val="00BB644D"/>
    <w:rsid w:val="00BC0AA9"/>
    <w:rsid w:val="00BC28EF"/>
    <w:rsid w:val="00BC6948"/>
    <w:rsid w:val="00BC7D2E"/>
    <w:rsid w:val="00BD0B82"/>
    <w:rsid w:val="00BD43F8"/>
    <w:rsid w:val="00BD4890"/>
    <w:rsid w:val="00BE3C66"/>
    <w:rsid w:val="00BF378D"/>
    <w:rsid w:val="00BF4330"/>
    <w:rsid w:val="00BF4B6B"/>
    <w:rsid w:val="00BF4F5F"/>
    <w:rsid w:val="00C02F07"/>
    <w:rsid w:val="00C04EEB"/>
    <w:rsid w:val="00C0642E"/>
    <w:rsid w:val="00C06C77"/>
    <w:rsid w:val="00C075A4"/>
    <w:rsid w:val="00C10F12"/>
    <w:rsid w:val="00C11826"/>
    <w:rsid w:val="00C14A35"/>
    <w:rsid w:val="00C20E00"/>
    <w:rsid w:val="00C243F3"/>
    <w:rsid w:val="00C25B17"/>
    <w:rsid w:val="00C25DB9"/>
    <w:rsid w:val="00C265AC"/>
    <w:rsid w:val="00C26744"/>
    <w:rsid w:val="00C26A74"/>
    <w:rsid w:val="00C31FDA"/>
    <w:rsid w:val="00C33457"/>
    <w:rsid w:val="00C33CAB"/>
    <w:rsid w:val="00C453E4"/>
    <w:rsid w:val="00C469FB"/>
    <w:rsid w:val="00C46D42"/>
    <w:rsid w:val="00C50C32"/>
    <w:rsid w:val="00C50D8D"/>
    <w:rsid w:val="00C53450"/>
    <w:rsid w:val="00C54B25"/>
    <w:rsid w:val="00C60178"/>
    <w:rsid w:val="00C61760"/>
    <w:rsid w:val="00C63CD6"/>
    <w:rsid w:val="00C660A0"/>
    <w:rsid w:val="00C71AEC"/>
    <w:rsid w:val="00C71EDD"/>
    <w:rsid w:val="00C747FC"/>
    <w:rsid w:val="00C74FCB"/>
    <w:rsid w:val="00C76F24"/>
    <w:rsid w:val="00C77758"/>
    <w:rsid w:val="00C846DC"/>
    <w:rsid w:val="00C87BA4"/>
    <w:rsid w:val="00C87D95"/>
    <w:rsid w:val="00C9077A"/>
    <w:rsid w:val="00C94863"/>
    <w:rsid w:val="00C95CD2"/>
    <w:rsid w:val="00CA051B"/>
    <w:rsid w:val="00CA39CB"/>
    <w:rsid w:val="00CA7D60"/>
    <w:rsid w:val="00CB200F"/>
    <w:rsid w:val="00CB3CBE"/>
    <w:rsid w:val="00CC10E6"/>
    <w:rsid w:val="00CC5C50"/>
    <w:rsid w:val="00CD3B27"/>
    <w:rsid w:val="00CE32AD"/>
    <w:rsid w:val="00CE3B8E"/>
    <w:rsid w:val="00CE6EBA"/>
    <w:rsid w:val="00CF03D8"/>
    <w:rsid w:val="00CF5878"/>
    <w:rsid w:val="00D015D5"/>
    <w:rsid w:val="00D03D68"/>
    <w:rsid w:val="00D11253"/>
    <w:rsid w:val="00D25A19"/>
    <w:rsid w:val="00D266DD"/>
    <w:rsid w:val="00D31028"/>
    <w:rsid w:val="00D3198A"/>
    <w:rsid w:val="00D319EB"/>
    <w:rsid w:val="00D32B04"/>
    <w:rsid w:val="00D374E7"/>
    <w:rsid w:val="00D37B05"/>
    <w:rsid w:val="00D45E74"/>
    <w:rsid w:val="00D538EA"/>
    <w:rsid w:val="00D54570"/>
    <w:rsid w:val="00D550F0"/>
    <w:rsid w:val="00D6130F"/>
    <w:rsid w:val="00D63949"/>
    <w:rsid w:val="00D64225"/>
    <w:rsid w:val="00D652E7"/>
    <w:rsid w:val="00D70F3F"/>
    <w:rsid w:val="00D71A27"/>
    <w:rsid w:val="00D757C8"/>
    <w:rsid w:val="00D76A8F"/>
    <w:rsid w:val="00D77BCF"/>
    <w:rsid w:val="00D80127"/>
    <w:rsid w:val="00D83E13"/>
    <w:rsid w:val="00D84394"/>
    <w:rsid w:val="00D91BE0"/>
    <w:rsid w:val="00D95E55"/>
    <w:rsid w:val="00DA04B2"/>
    <w:rsid w:val="00DA2499"/>
    <w:rsid w:val="00DA4C31"/>
    <w:rsid w:val="00DA5531"/>
    <w:rsid w:val="00DA6981"/>
    <w:rsid w:val="00DA6ACB"/>
    <w:rsid w:val="00DB063A"/>
    <w:rsid w:val="00DB2798"/>
    <w:rsid w:val="00DB3664"/>
    <w:rsid w:val="00DB43FA"/>
    <w:rsid w:val="00DB53F9"/>
    <w:rsid w:val="00DB5EFE"/>
    <w:rsid w:val="00DC0382"/>
    <w:rsid w:val="00DC16FB"/>
    <w:rsid w:val="00DC335F"/>
    <w:rsid w:val="00DC33BE"/>
    <w:rsid w:val="00DC4824"/>
    <w:rsid w:val="00DC48A4"/>
    <w:rsid w:val="00DC4A65"/>
    <w:rsid w:val="00DC4F66"/>
    <w:rsid w:val="00DC5957"/>
    <w:rsid w:val="00DD47D7"/>
    <w:rsid w:val="00DD4AA6"/>
    <w:rsid w:val="00DD6F2E"/>
    <w:rsid w:val="00DE5DB1"/>
    <w:rsid w:val="00DE6CC4"/>
    <w:rsid w:val="00DE7166"/>
    <w:rsid w:val="00DF1AAB"/>
    <w:rsid w:val="00DF4F70"/>
    <w:rsid w:val="00DF6B32"/>
    <w:rsid w:val="00E045BC"/>
    <w:rsid w:val="00E0732B"/>
    <w:rsid w:val="00E07DA8"/>
    <w:rsid w:val="00E10B44"/>
    <w:rsid w:val="00E11F02"/>
    <w:rsid w:val="00E121A2"/>
    <w:rsid w:val="00E157D5"/>
    <w:rsid w:val="00E17FF6"/>
    <w:rsid w:val="00E2117C"/>
    <w:rsid w:val="00E23E19"/>
    <w:rsid w:val="00E2726B"/>
    <w:rsid w:val="00E329DF"/>
    <w:rsid w:val="00E36022"/>
    <w:rsid w:val="00E37399"/>
    <w:rsid w:val="00E37801"/>
    <w:rsid w:val="00E4004D"/>
    <w:rsid w:val="00E42EAB"/>
    <w:rsid w:val="00E42F06"/>
    <w:rsid w:val="00E44A2E"/>
    <w:rsid w:val="00E46EAA"/>
    <w:rsid w:val="00E47620"/>
    <w:rsid w:val="00E5038C"/>
    <w:rsid w:val="00E50B69"/>
    <w:rsid w:val="00E516DB"/>
    <w:rsid w:val="00E52617"/>
    <w:rsid w:val="00E5298B"/>
    <w:rsid w:val="00E52E6A"/>
    <w:rsid w:val="00E5588D"/>
    <w:rsid w:val="00E56EFB"/>
    <w:rsid w:val="00E6458F"/>
    <w:rsid w:val="00E66A1B"/>
    <w:rsid w:val="00E66DA0"/>
    <w:rsid w:val="00E67537"/>
    <w:rsid w:val="00E7242D"/>
    <w:rsid w:val="00E72AB9"/>
    <w:rsid w:val="00E74B03"/>
    <w:rsid w:val="00E75559"/>
    <w:rsid w:val="00E81642"/>
    <w:rsid w:val="00E878B6"/>
    <w:rsid w:val="00E87E25"/>
    <w:rsid w:val="00E9003A"/>
    <w:rsid w:val="00E9389C"/>
    <w:rsid w:val="00E95D6B"/>
    <w:rsid w:val="00EA04F1"/>
    <w:rsid w:val="00EA1725"/>
    <w:rsid w:val="00EA2FD3"/>
    <w:rsid w:val="00EA5AAF"/>
    <w:rsid w:val="00EB1189"/>
    <w:rsid w:val="00EB5315"/>
    <w:rsid w:val="00EB7CE9"/>
    <w:rsid w:val="00EC433F"/>
    <w:rsid w:val="00ED1D0A"/>
    <w:rsid w:val="00ED1FDE"/>
    <w:rsid w:val="00ED1FFF"/>
    <w:rsid w:val="00ED211C"/>
    <w:rsid w:val="00ED4411"/>
    <w:rsid w:val="00ED4D84"/>
    <w:rsid w:val="00EE285D"/>
    <w:rsid w:val="00EE2AE3"/>
    <w:rsid w:val="00EE353E"/>
    <w:rsid w:val="00EE40F6"/>
    <w:rsid w:val="00EE6DEA"/>
    <w:rsid w:val="00EF1253"/>
    <w:rsid w:val="00EF5D82"/>
    <w:rsid w:val="00F03BAF"/>
    <w:rsid w:val="00F06BF3"/>
    <w:rsid w:val="00F06EFB"/>
    <w:rsid w:val="00F10197"/>
    <w:rsid w:val="00F11E9D"/>
    <w:rsid w:val="00F125FE"/>
    <w:rsid w:val="00F13E65"/>
    <w:rsid w:val="00F1529E"/>
    <w:rsid w:val="00F1603C"/>
    <w:rsid w:val="00F16F07"/>
    <w:rsid w:val="00F170B7"/>
    <w:rsid w:val="00F22589"/>
    <w:rsid w:val="00F24B91"/>
    <w:rsid w:val="00F2529C"/>
    <w:rsid w:val="00F25CA5"/>
    <w:rsid w:val="00F32A22"/>
    <w:rsid w:val="00F32D7B"/>
    <w:rsid w:val="00F40E98"/>
    <w:rsid w:val="00F45975"/>
    <w:rsid w:val="00F45B7C"/>
    <w:rsid w:val="00F45FCE"/>
    <w:rsid w:val="00F5281C"/>
    <w:rsid w:val="00F53E7D"/>
    <w:rsid w:val="00F5590F"/>
    <w:rsid w:val="00F55FDB"/>
    <w:rsid w:val="00F621A0"/>
    <w:rsid w:val="00F636F0"/>
    <w:rsid w:val="00F64784"/>
    <w:rsid w:val="00F77EE6"/>
    <w:rsid w:val="00F82EBE"/>
    <w:rsid w:val="00F830ED"/>
    <w:rsid w:val="00F84532"/>
    <w:rsid w:val="00F862DA"/>
    <w:rsid w:val="00F865AC"/>
    <w:rsid w:val="00F86B21"/>
    <w:rsid w:val="00F90DBB"/>
    <w:rsid w:val="00F929BD"/>
    <w:rsid w:val="00F9334F"/>
    <w:rsid w:val="00F97D7F"/>
    <w:rsid w:val="00FA122C"/>
    <w:rsid w:val="00FA1BBB"/>
    <w:rsid w:val="00FA3B95"/>
    <w:rsid w:val="00FA4D3A"/>
    <w:rsid w:val="00FB0632"/>
    <w:rsid w:val="00FB60A2"/>
    <w:rsid w:val="00FC0D11"/>
    <w:rsid w:val="00FC1278"/>
    <w:rsid w:val="00FC3195"/>
    <w:rsid w:val="00FD0078"/>
    <w:rsid w:val="00FD0313"/>
    <w:rsid w:val="00FD197C"/>
    <w:rsid w:val="00FD2761"/>
    <w:rsid w:val="00FD4B73"/>
    <w:rsid w:val="00FE050B"/>
    <w:rsid w:val="00FE1056"/>
    <w:rsid w:val="00FE1C28"/>
    <w:rsid w:val="00FE5417"/>
    <w:rsid w:val="00FE7735"/>
    <w:rsid w:val="00FE7F10"/>
    <w:rsid w:val="00FF0D26"/>
    <w:rsid w:val="00FF1A77"/>
    <w:rsid w:val="00FF4065"/>
    <w:rsid w:val="00FF5FEF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F5290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F5290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1;&#1051;&#1040;&#1053;&#1050;&#1048;\&#1041;&#1083;&#1072;&#1085;&#1082;&#1080;%20&#1055;&#1088;&#1072;&#1074;&#1080;&#1090;&#1077;&#1083;&#1100;&#1089;&#1090;&#1074;&#1072;%202009%20&#1075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E17A8-BF0D-4A33-A16E-24061142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51</TotalTime>
  <Pages>23</Pages>
  <Words>2826</Words>
  <Characters>19420</Characters>
  <Application>Microsoft Office Word</Application>
  <DocSecurity>0</DocSecurity>
  <Lines>539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Лёксина М.А.</cp:lastModifiedBy>
  <cp:revision>6</cp:revision>
  <cp:lastPrinted>2021-02-16T11:04:00Z</cp:lastPrinted>
  <dcterms:created xsi:type="dcterms:W3CDTF">2021-02-16T12:23:00Z</dcterms:created>
  <dcterms:modified xsi:type="dcterms:W3CDTF">2021-03-02T13:59:00Z</dcterms:modified>
</cp:coreProperties>
</file>